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56"/>
        <w:gridCol w:w="3980"/>
      </w:tblGrid>
      <w:tr w14:paraId="46E21354">
        <w:trPr>
          <w:trHeight w:val="474" w:hRule="atLeast"/>
        </w:trPr>
        <w:tc>
          <w:tcPr>
            <w:tcW w:w="7836" w:type="dxa"/>
            <w:gridSpan w:val="2"/>
          </w:tcPr>
          <w:p w14:paraId="11ECDCDF">
            <w:pPr>
              <w:spacing w:line="240" w:lineRule="atLeast"/>
              <w:ind w:right="71" w:rightChars="34"/>
              <w:textAlignment w:val="bottom"/>
              <w:rPr>
                <w:rFonts w:ascii="微软雅黑" w:hAnsi="微软雅黑" w:eastAsia="微软雅黑" w:cs="微软雅黑"/>
                <w:color w:val="4472C4"/>
                <w:sz w:val="60"/>
                <w:szCs w:val="60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5066665</wp:posOffset>
                      </wp:positionH>
                      <wp:positionV relativeFrom="paragraph">
                        <wp:posOffset>-447040</wp:posOffset>
                      </wp:positionV>
                      <wp:extent cx="1226185" cy="1807210"/>
                      <wp:effectExtent l="0" t="0" r="0" b="0"/>
                      <wp:wrapNone/>
                      <wp:docPr id="27" name="文本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6185" cy="18072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75DE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pict>
                                      <v:shape id="_x0000_i1025" o:spt="75" type="#_x0000_t75" style="height:122.35pt;width:93pt;" filled="f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8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98.95pt;margin-top:-35.2pt;height:142.3pt;width:96.55pt;z-index:251673600;mso-width-relative:page;mso-height-relative:page;" filled="f" stroked="f" coordsize="21600,21600" o:gfxdata="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BtYzHLbAAAA&#10;CwEAAA8AAAAAAAAAAQAgAAAAOAAAAGRycy9kb3ducmV2LnhtbFBLAQIUABQAAAAIAIdO4kAY8TwF&#10;PQIAAGkEAAAOAAAAAAAAAAEAIAAAAEABAABkcnMvZTJvRG9jLnhtbFBLBQYAAAAABgAGAFkBAADv&#10;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275DE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pict>
                                <v:shape id="_x0000_i1025" o:spt="75" type="#_x0000_t75" style="height:122.35pt;width:93pt;" filled="f" stroked="f" coordsize="21600,21600">
                                  <v:path/>
                                  <v:fill on="f" focussize="0,0"/>
                                  <v:stroke on="f"/>
                                  <v:imagedata r:id="rId8" o:title=""/>
                                  <o:lock v:ext="edit" aspectratio="t"/>
                                  <w10:wrap type="none"/>
                                  <w10:anchorlock/>
                                </v:shape>
                              </w:pi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Times New Roman"/>
                <w:b/>
                <w:bCs/>
                <w:color w:val="0071C0"/>
                <w:sz w:val="60"/>
                <w:szCs w:val="60"/>
                <w:lang w:val="en-US" w:eastAsia="zh-CN"/>
              </w:rPr>
              <w:t>才同学</w:t>
            </w:r>
            <w:r>
              <w:rPr>
                <w:rFonts w:hint="eastAsia" w:ascii="微软雅黑" w:hAnsi="微软雅黑" w:eastAsia="微软雅黑" w:cs="Times New Roman"/>
                <w:b/>
                <w:bCs/>
                <w:color w:val="4472C4"/>
                <w:sz w:val="60"/>
                <w:szCs w:val="60"/>
              </w:rPr>
              <w:t xml:space="preserve"> </w:t>
            </w:r>
            <w:r>
              <w:rPr>
                <w:rFonts w:ascii="微软雅黑" w:hAnsi="微软雅黑" w:eastAsia="微软雅黑" w:cs="Times New Roman"/>
                <w:b/>
                <w:bCs/>
                <w:color w:val="4472C4"/>
                <w:sz w:val="60"/>
                <w:szCs w:val="60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bCs/>
                <w:color w:val="0071C0"/>
                <w:sz w:val="28"/>
                <w:szCs w:val="28"/>
              </w:rPr>
              <w:t>求职意向：软件测试工程师</w:t>
            </w:r>
          </w:p>
        </w:tc>
      </w:tr>
      <w:tr w14:paraId="56FD0FF8">
        <w:trPr>
          <w:trHeight w:val="459" w:hRule="atLeast"/>
        </w:trPr>
        <w:tc>
          <w:tcPr>
            <w:tcW w:w="3856" w:type="dxa"/>
          </w:tcPr>
          <w:p w14:paraId="6A0C5FD2">
            <w:pPr>
              <w:spacing w:line="400" w:lineRule="exact"/>
              <w:ind w:left="420" w:leftChars="200" w:right="71" w:rightChars="34"/>
              <w:textAlignment w:val="center"/>
              <w:rPr>
                <w:rFonts w:ascii="微软雅黑" w:hAnsi="微软雅黑" w:eastAsia="微软雅黑" w:cs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4472C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43815</wp:posOffset>
                      </wp:positionV>
                      <wp:extent cx="181610" cy="181610"/>
                      <wp:effectExtent l="0" t="0" r="8890" b="8890"/>
                      <wp:wrapNone/>
                      <wp:docPr id="2" name="任意多边形: 形状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96" cy="181696"/>
                              </a:xfrm>
                              <a:custGeom>
                                <a:avLst/>
                                <a:gdLst>
                                  <a:gd name="connsiteX0" fmla="*/ 0 w 181696"/>
                                  <a:gd name="connsiteY0" fmla="*/ 90848 h 181696"/>
                                  <a:gd name="connsiteX1" fmla="*/ 90848 w 181696"/>
                                  <a:gd name="connsiteY1" fmla="*/ 0 h 181696"/>
                                  <a:gd name="connsiteX2" fmla="*/ 181696 w 181696"/>
                                  <a:gd name="connsiteY2" fmla="*/ 90848 h 181696"/>
                                  <a:gd name="connsiteX3" fmla="*/ 90848 w 181696"/>
                                  <a:gd name="connsiteY3" fmla="*/ 181696 h 181696"/>
                                  <a:gd name="connsiteX4" fmla="*/ 0 w 181696"/>
                                  <a:gd name="connsiteY4" fmla="*/ 90848 h 1816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1696" h="181696">
                                    <a:moveTo>
                                      <a:pt x="0" y="90848"/>
                                    </a:moveTo>
                                    <a:cubicBezTo>
                                      <a:pt x="0" y="40946"/>
                                      <a:pt x="40946" y="0"/>
                                      <a:pt x="90848" y="0"/>
                                    </a:cubicBezTo>
                                    <a:cubicBezTo>
                                      <a:pt x="140751" y="0"/>
                                      <a:pt x="181696" y="40946"/>
                                      <a:pt x="181696" y="90848"/>
                                    </a:cubicBezTo>
                                    <a:cubicBezTo>
                                      <a:pt x="181696" y="140751"/>
                                      <a:pt x="140751" y="181696"/>
                                      <a:pt x="90848" y="181696"/>
                                    </a:cubicBezTo>
                                    <a:cubicBezTo>
                                      <a:pt x="40946" y="181696"/>
                                      <a:pt x="0" y="140751"/>
                                      <a:pt x="0" y="908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71C0"/>
                              </a:solidFill>
                              <a:ln w="1224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34" o:spid="_x0000_s1026" o:spt="100" style="position:absolute;left:0pt;margin-left:4.15pt;margin-top:3.45pt;height:14.3pt;width:14.3pt;z-index:251661312;v-text-anchor:middle;mso-width-relative:page;mso-height-relative:page;" fillcolor="#0071C0" filled="t" stroked="f" coordsize="181696,181696" o:gfxdata="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BYAAABkcnMvUEsBAhQAFAAA&#10;AAgAh07iQL+EE9zTAAAABQEAAA8AAAAAAAAAAQAgAAAAOAAAAGRycy9kb3ducmV2LnhtbFBLAQIU&#10;ABQAAAAIAIdO4kAwU73SqgMAAP8JAAAOAAAAAAAAAAEAIAAAADgBAABkcnMvZTJvRG9jLnhtbFBL&#10;BQYAAAAABgAGAFkBAABUBwAAAAA=&#10;" path="m0,90848c0,40946,40946,0,90848,0c140751,0,181696,40946,181696,90848c181696,140751,140751,181696,90848,181696c40946,181696,0,140751,0,90848e">
                      <v:path o:connectlocs="0,90848;90848,0;181696,90848;90848,181696;0,90848" o:connectangles="0,0,0,0,0"/>
                      <v:fill on="t" focussize="0,0"/>
                      <v:stroke on="f" weight="0.964251968503937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81915</wp:posOffset>
                      </wp:positionV>
                      <wp:extent cx="114935" cy="114935"/>
                      <wp:effectExtent l="0" t="0" r="0" b="0"/>
                      <wp:wrapNone/>
                      <wp:docPr id="3" name="任意多边形: 形状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59" cy="115159"/>
                              </a:xfrm>
                              <a:custGeom>
                                <a:avLst/>
                                <a:gdLst>
                                  <a:gd name="connsiteX0" fmla="*/ 111321 w 115159"/>
                                  <a:gd name="connsiteY0" fmla="*/ 0 h 115159"/>
                                  <a:gd name="connsiteX1" fmla="*/ 111321 w 115159"/>
                                  <a:gd name="connsiteY1" fmla="*/ 0 h 115159"/>
                                  <a:gd name="connsiteX2" fmla="*/ 111321 w 115159"/>
                                  <a:gd name="connsiteY2" fmla="*/ 0 h 115159"/>
                                  <a:gd name="connsiteX3" fmla="*/ 80612 w 115159"/>
                                  <a:gd name="connsiteY3" fmla="*/ 0 h 115159"/>
                                  <a:gd name="connsiteX4" fmla="*/ 76773 w 115159"/>
                                  <a:gd name="connsiteY4" fmla="*/ 5118 h 115159"/>
                                  <a:gd name="connsiteX5" fmla="*/ 78053 w 115159"/>
                                  <a:gd name="connsiteY5" fmla="*/ 8957 h 115159"/>
                                  <a:gd name="connsiteX6" fmla="*/ 81891 w 115159"/>
                                  <a:gd name="connsiteY6" fmla="*/ 10236 h 115159"/>
                                  <a:gd name="connsiteX7" fmla="*/ 99805 w 115159"/>
                                  <a:gd name="connsiteY7" fmla="*/ 10236 h 115159"/>
                                  <a:gd name="connsiteX8" fmla="*/ 78053 w 115159"/>
                                  <a:gd name="connsiteY8" fmla="*/ 30709 h 115159"/>
                                  <a:gd name="connsiteX9" fmla="*/ 76773 w 115159"/>
                                  <a:gd name="connsiteY9" fmla="*/ 29430 h 115159"/>
                                  <a:gd name="connsiteX10" fmla="*/ 48623 w 115159"/>
                                  <a:gd name="connsiteY10" fmla="*/ 20473 h 115159"/>
                                  <a:gd name="connsiteX11" fmla="*/ 14075 w 115159"/>
                                  <a:gd name="connsiteY11" fmla="*/ 34548 h 115159"/>
                                  <a:gd name="connsiteX12" fmla="*/ 0 w 115159"/>
                                  <a:gd name="connsiteY12" fmla="*/ 67816 h 115159"/>
                                  <a:gd name="connsiteX13" fmla="*/ 14075 w 115159"/>
                                  <a:gd name="connsiteY13" fmla="*/ 101084 h 115159"/>
                                  <a:gd name="connsiteX14" fmla="*/ 48623 w 115159"/>
                                  <a:gd name="connsiteY14" fmla="*/ 115160 h 115159"/>
                                  <a:gd name="connsiteX15" fmla="*/ 81891 w 115159"/>
                                  <a:gd name="connsiteY15" fmla="*/ 101084 h 115159"/>
                                  <a:gd name="connsiteX16" fmla="*/ 95966 w 115159"/>
                                  <a:gd name="connsiteY16" fmla="*/ 67816 h 115159"/>
                                  <a:gd name="connsiteX17" fmla="*/ 87009 w 115159"/>
                                  <a:gd name="connsiteY17" fmla="*/ 39666 h 115159"/>
                                  <a:gd name="connsiteX18" fmla="*/ 84450 w 115159"/>
                                  <a:gd name="connsiteY18" fmla="*/ 38387 h 115159"/>
                                  <a:gd name="connsiteX19" fmla="*/ 104923 w 115159"/>
                                  <a:gd name="connsiteY19" fmla="*/ 17914 h 115159"/>
                                  <a:gd name="connsiteX20" fmla="*/ 104923 w 115159"/>
                                  <a:gd name="connsiteY20" fmla="*/ 35827 h 115159"/>
                                  <a:gd name="connsiteX21" fmla="*/ 106203 w 115159"/>
                                  <a:gd name="connsiteY21" fmla="*/ 39666 h 115159"/>
                                  <a:gd name="connsiteX22" fmla="*/ 110041 w 115159"/>
                                  <a:gd name="connsiteY22" fmla="*/ 40946 h 115159"/>
                                  <a:gd name="connsiteX23" fmla="*/ 115160 w 115159"/>
                                  <a:gd name="connsiteY23" fmla="*/ 35827 h 115159"/>
                                  <a:gd name="connsiteX24" fmla="*/ 115160 w 115159"/>
                                  <a:gd name="connsiteY24" fmla="*/ 5118 h 115159"/>
                                  <a:gd name="connsiteX25" fmla="*/ 115160 w 115159"/>
                                  <a:gd name="connsiteY25" fmla="*/ 5118 h 115159"/>
                                  <a:gd name="connsiteX26" fmla="*/ 115160 w 115159"/>
                                  <a:gd name="connsiteY26" fmla="*/ 5118 h 115159"/>
                                  <a:gd name="connsiteX27" fmla="*/ 113880 w 115159"/>
                                  <a:gd name="connsiteY27" fmla="*/ 1280 h 115159"/>
                                  <a:gd name="connsiteX28" fmla="*/ 111321 w 115159"/>
                                  <a:gd name="connsiteY28" fmla="*/ 0 h 115159"/>
                                  <a:gd name="connsiteX29" fmla="*/ 85730 w 115159"/>
                                  <a:gd name="connsiteY29" fmla="*/ 67816 h 115159"/>
                                  <a:gd name="connsiteX30" fmla="*/ 74214 w 115159"/>
                                  <a:gd name="connsiteY30" fmla="*/ 94687 h 115159"/>
                                  <a:gd name="connsiteX31" fmla="*/ 48623 w 115159"/>
                                  <a:gd name="connsiteY31" fmla="*/ 106203 h 115159"/>
                                  <a:gd name="connsiteX32" fmla="*/ 21752 w 115159"/>
                                  <a:gd name="connsiteY32" fmla="*/ 94687 h 115159"/>
                                  <a:gd name="connsiteX33" fmla="*/ 10236 w 115159"/>
                                  <a:gd name="connsiteY33" fmla="*/ 67816 h 115159"/>
                                  <a:gd name="connsiteX34" fmla="*/ 21752 w 115159"/>
                                  <a:gd name="connsiteY34" fmla="*/ 40946 h 115159"/>
                                  <a:gd name="connsiteX35" fmla="*/ 48623 w 115159"/>
                                  <a:gd name="connsiteY35" fmla="*/ 30709 h 115159"/>
                                  <a:gd name="connsiteX36" fmla="*/ 74214 w 115159"/>
                                  <a:gd name="connsiteY36" fmla="*/ 40946 h 115159"/>
                                  <a:gd name="connsiteX37" fmla="*/ 85730 w 115159"/>
                                  <a:gd name="connsiteY37" fmla="*/ 67816 h 115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</a:cxnLst>
                                <a:rect l="l" t="t" r="r" b="b"/>
                                <a:pathLst>
                                  <a:path w="115159" h="115159">
                                    <a:moveTo>
                                      <a:pt x="111321" y="0"/>
                                    </a:moveTo>
                                    <a:cubicBezTo>
                                      <a:pt x="110041" y="0"/>
                                      <a:pt x="110041" y="0"/>
                                      <a:pt x="111321" y="0"/>
                                    </a:cubicBezTo>
                                    <a:lnTo>
                                      <a:pt x="111321" y="0"/>
                                    </a:lnTo>
                                    <a:lnTo>
                                      <a:pt x="80612" y="0"/>
                                    </a:lnTo>
                                    <a:cubicBezTo>
                                      <a:pt x="78053" y="0"/>
                                      <a:pt x="76773" y="2559"/>
                                      <a:pt x="76773" y="5118"/>
                                    </a:cubicBezTo>
                                    <a:cubicBezTo>
                                      <a:pt x="76773" y="6398"/>
                                      <a:pt x="76773" y="7677"/>
                                      <a:pt x="78053" y="8957"/>
                                    </a:cubicBezTo>
                                    <a:cubicBezTo>
                                      <a:pt x="79332" y="10236"/>
                                      <a:pt x="80612" y="10236"/>
                                      <a:pt x="81891" y="10236"/>
                                    </a:cubicBezTo>
                                    <a:lnTo>
                                      <a:pt x="99805" y="10236"/>
                                    </a:lnTo>
                                    <a:lnTo>
                                      <a:pt x="78053" y="30709"/>
                                    </a:lnTo>
                                    <a:lnTo>
                                      <a:pt x="76773" y="29430"/>
                                    </a:lnTo>
                                    <a:cubicBezTo>
                                      <a:pt x="67816" y="24311"/>
                                      <a:pt x="58859" y="20473"/>
                                      <a:pt x="48623" y="20473"/>
                                    </a:cubicBezTo>
                                    <a:cubicBezTo>
                                      <a:pt x="35827" y="20473"/>
                                      <a:pt x="23032" y="25591"/>
                                      <a:pt x="14075" y="34548"/>
                                    </a:cubicBezTo>
                                    <a:cubicBezTo>
                                      <a:pt x="5118" y="43505"/>
                                      <a:pt x="0" y="55021"/>
                                      <a:pt x="0" y="67816"/>
                                    </a:cubicBezTo>
                                    <a:cubicBezTo>
                                      <a:pt x="0" y="80612"/>
                                      <a:pt x="5118" y="92128"/>
                                      <a:pt x="14075" y="101084"/>
                                    </a:cubicBezTo>
                                    <a:cubicBezTo>
                                      <a:pt x="23032" y="110041"/>
                                      <a:pt x="35827" y="115160"/>
                                      <a:pt x="48623" y="115160"/>
                                    </a:cubicBezTo>
                                    <a:cubicBezTo>
                                      <a:pt x="61418" y="115160"/>
                                      <a:pt x="72934" y="110041"/>
                                      <a:pt x="81891" y="101084"/>
                                    </a:cubicBezTo>
                                    <a:cubicBezTo>
                                      <a:pt x="90848" y="92128"/>
                                      <a:pt x="95966" y="80612"/>
                                      <a:pt x="95966" y="67816"/>
                                    </a:cubicBezTo>
                                    <a:cubicBezTo>
                                      <a:pt x="95966" y="57580"/>
                                      <a:pt x="92128" y="47343"/>
                                      <a:pt x="87009" y="39666"/>
                                    </a:cubicBezTo>
                                    <a:lnTo>
                                      <a:pt x="84450" y="38387"/>
                                    </a:lnTo>
                                    <a:lnTo>
                                      <a:pt x="104923" y="17914"/>
                                    </a:lnTo>
                                    <a:lnTo>
                                      <a:pt x="104923" y="35827"/>
                                    </a:lnTo>
                                    <a:cubicBezTo>
                                      <a:pt x="104923" y="37107"/>
                                      <a:pt x="104923" y="38387"/>
                                      <a:pt x="106203" y="39666"/>
                                    </a:cubicBezTo>
                                    <a:cubicBezTo>
                                      <a:pt x="107482" y="40946"/>
                                      <a:pt x="108762" y="40946"/>
                                      <a:pt x="110041" y="40946"/>
                                    </a:cubicBezTo>
                                    <a:cubicBezTo>
                                      <a:pt x="112600" y="40946"/>
                                      <a:pt x="115160" y="38387"/>
                                      <a:pt x="115160" y="35827"/>
                                    </a:cubicBezTo>
                                    <a:lnTo>
                                      <a:pt x="115160" y="5118"/>
                                    </a:lnTo>
                                    <a:lnTo>
                                      <a:pt x="115160" y="5118"/>
                                    </a:lnTo>
                                    <a:cubicBezTo>
                                      <a:pt x="115160" y="5118"/>
                                      <a:pt x="115160" y="5118"/>
                                      <a:pt x="115160" y="5118"/>
                                    </a:cubicBezTo>
                                    <a:cubicBezTo>
                                      <a:pt x="115160" y="3839"/>
                                      <a:pt x="115160" y="2559"/>
                                      <a:pt x="113880" y="1280"/>
                                    </a:cubicBezTo>
                                    <a:cubicBezTo>
                                      <a:pt x="113880" y="1280"/>
                                      <a:pt x="112600" y="0"/>
                                      <a:pt x="111321" y="0"/>
                                    </a:cubicBezTo>
                                    <a:close/>
                                    <a:moveTo>
                                      <a:pt x="85730" y="67816"/>
                                    </a:moveTo>
                                    <a:cubicBezTo>
                                      <a:pt x="85730" y="78053"/>
                                      <a:pt x="81891" y="87009"/>
                                      <a:pt x="74214" y="94687"/>
                                    </a:cubicBezTo>
                                    <a:cubicBezTo>
                                      <a:pt x="67816" y="102364"/>
                                      <a:pt x="57580" y="106203"/>
                                      <a:pt x="48623" y="106203"/>
                                    </a:cubicBezTo>
                                    <a:cubicBezTo>
                                      <a:pt x="39666" y="106203"/>
                                      <a:pt x="28150" y="102364"/>
                                      <a:pt x="21752" y="94687"/>
                                    </a:cubicBezTo>
                                    <a:cubicBezTo>
                                      <a:pt x="15355" y="87009"/>
                                      <a:pt x="10236" y="78053"/>
                                      <a:pt x="10236" y="67816"/>
                                    </a:cubicBezTo>
                                    <a:cubicBezTo>
                                      <a:pt x="10236" y="57580"/>
                                      <a:pt x="14075" y="48623"/>
                                      <a:pt x="21752" y="40946"/>
                                    </a:cubicBezTo>
                                    <a:cubicBezTo>
                                      <a:pt x="28150" y="34548"/>
                                      <a:pt x="38386" y="30709"/>
                                      <a:pt x="48623" y="30709"/>
                                    </a:cubicBezTo>
                                    <a:cubicBezTo>
                                      <a:pt x="58859" y="30709"/>
                                      <a:pt x="67816" y="34548"/>
                                      <a:pt x="74214" y="40946"/>
                                    </a:cubicBezTo>
                                    <a:cubicBezTo>
                                      <a:pt x="81891" y="48623"/>
                                      <a:pt x="85730" y="57580"/>
                                      <a:pt x="85730" y="678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24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35" o:spid="_x0000_s1026" o:spt="100" style="position:absolute;left:0pt;margin-left:6.4pt;margin-top:6.45pt;height:9.05pt;width:9.05pt;z-index:251662336;v-text-anchor:middle;mso-width-relative:page;mso-height-relative:page;" fillcolor="#FFFFFF" filled="t" stroked="f" coordsize="115159,115159" o:gfxdata="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" path="m111321,0c110041,0,110041,0,111321,0l111321,0,80612,0c78053,0,76773,2559,76773,5118c76773,6398,76773,7677,78053,8957c79332,10236,80612,10236,81891,10236l99805,10236,78053,30709,76773,29430c67816,24311,58859,20473,48623,20473c35827,20473,23032,25591,14075,34548c5118,43505,0,55021,0,67816c0,80612,5118,92128,14075,101084c23032,110041,35827,115160,48623,115160c61418,115160,72934,110041,81891,101084c90848,92128,95966,80612,95966,67816c95966,57580,92128,47343,87009,39666l84450,38387,104923,17914,104923,35827c104923,37107,104923,38387,106203,39666c107482,40946,108762,40946,110041,40946c112600,40946,115160,38387,115160,35827l115160,5118,115160,5118c115160,5118,115160,5118,115160,5118c115160,3839,115160,2559,113880,1280c113880,1280,112600,0,111321,0xm85730,67816c85730,78053,81891,87009,74214,94687c67816,102364,57580,106203,48623,106203c39666,106203,28150,102364,21752,94687c15355,87009,10236,78053,10236,67816c10236,57580,14075,48623,21752,40946c28150,34548,38386,30709,48623,30709c58859,30709,67816,34548,74214,40946c81891,48623,85730,57580,85730,67816xe">
                      <v:path o:connectlocs="111321,0;111321,0;111321,0;80612,0;76773,5118;78053,8957;81891,10236;99805,10236;78053,30709;76773,29430;48623,20473;14075,34548;0,67816;14075,101084;48623,115160;81891,101084;95966,67816;87009,39666;84450,38387;104923,17914;104923,35827;106203,39666;110041,40946;115160,35827;115160,5118;115160,5118;115160,5118;113880,1280;111321,0;85730,67816;74214,94687;48623,106203;21752,94687;10236,67816;21752,40946;48623,30709;74214,40946;85730,67816" o:connectangles="0,0,0,0,0,0,0,0,0,0,0,0,0,0,0,0,0,0,0,0,0,0,0,0,0,0,0,0,0,0,0,0,0,0,0,0,0,0"/>
                      <v:fill on="t" focussize="0,0"/>
                      <v:stroke on="f" weight="0.964251968503937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性 </w:t>
            </w:r>
            <w:r>
              <w:rPr>
                <w:rFonts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别：男</w:t>
            </w:r>
          </w:p>
        </w:tc>
        <w:tc>
          <w:tcPr>
            <w:tcW w:w="3980" w:type="dxa"/>
          </w:tcPr>
          <w:p w14:paraId="77C4E11D">
            <w:pPr>
              <w:spacing w:line="400" w:lineRule="exact"/>
              <w:ind w:left="420" w:leftChars="200" w:right="71" w:rightChars="34"/>
              <w:textAlignment w:val="center"/>
              <w:rPr>
                <w:rFonts w:ascii="微软雅黑" w:hAnsi="微软雅黑" w:eastAsia="微软雅黑" w:cs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45720</wp:posOffset>
                      </wp:positionV>
                      <wp:extent cx="184150" cy="184150"/>
                      <wp:effectExtent l="0" t="0" r="6350" b="6350"/>
                      <wp:wrapNone/>
                      <wp:docPr id="4" name="任意多边形: 形状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340" cy="184340"/>
                              </a:xfrm>
                              <a:custGeom>
                                <a:avLst/>
                                <a:gdLst>
                                  <a:gd name="connsiteX0" fmla="*/ 0 w 184340"/>
                                  <a:gd name="connsiteY0" fmla="*/ 92170 h 184340"/>
                                  <a:gd name="connsiteX1" fmla="*/ 92170 w 184340"/>
                                  <a:gd name="connsiteY1" fmla="*/ 0 h 184340"/>
                                  <a:gd name="connsiteX2" fmla="*/ 184340 w 184340"/>
                                  <a:gd name="connsiteY2" fmla="*/ 92170 h 184340"/>
                                  <a:gd name="connsiteX3" fmla="*/ 92170 w 184340"/>
                                  <a:gd name="connsiteY3" fmla="*/ 184340 h 184340"/>
                                  <a:gd name="connsiteX4" fmla="*/ 0 w 184340"/>
                                  <a:gd name="connsiteY4" fmla="*/ 92170 h 1843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4340" h="184340">
                                    <a:moveTo>
                                      <a:pt x="0" y="92170"/>
                                    </a:moveTo>
                                    <a:cubicBezTo>
                                      <a:pt x="0" y="41541"/>
                                      <a:pt x="41541" y="0"/>
                                      <a:pt x="92170" y="0"/>
                                    </a:cubicBezTo>
                                    <a:cubicBezTo>
                                      <a:pt x="142799" y="0"/>
                                      <a:pt x="184340" y="41541"/>
                                      <a:pt x="184340" y="92170"/>
                                    </a:cubicBezTo>
                                    <a:cubicBezTo>
                                      <a:pt x="184340" y="142799"/>
                                      <a:pt x="142799" y="184340"/>
                                      <a:pt x="92170" y="184340"/>
                                    </a:cubicBezTo>
                                    <a:cubicBezTo>
                                      <a:pt x="41541" y="184340"/>
                                      <a:pt x="0" y="142799"/>
                                      <a:pt x="0" y="9217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71C0"/>
                              </a:solidFill>
                              <a:ln w="1292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44" o:spid="_x0000_s1026" o:spt="100" style="position:absolute;left:0pt;margin-left:3.75pt;margin-top:3.6pt;height:14.5pt;width:14.5pt;z-index:251663360;v-text-anchor:middle;mso-width-relative:page;mso-height-relative:page;" fillcolor="#0071C0" filled="t" stroked="f" coordsize="184340,184340" o:gfxdata="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BYAAABkcnMvUEsBAhQAFAAAAAgAh07i&#10;QJo5HfDRAAAABQEAAA8AAAAAAAAAAQAgAAAAOAAAAGRycy9kb3ducmV2LnhtbFBLAQIUABQAAAAI&#10;AIdO4kAkKf18pgMAAP8JAAAOAAAAAAAAAAEAIAAAADYBAABkcnMvZTJvRG9jLnhtbFBLBQYAAAAA&#10;BgAGAFkBAABOBwAAAAA=&#10;" path="m0,92170c0,41541,41541,0,92170,0c142799,0,184340,41541,184340,92170c184340,142799,142799,184340,92170,184340c41541,184340,0,142799,0,92170e">
                      <v:path o:connectlocs="0,92170;92170,0;184340,92170;92170,184340;0,92170" o:connectangles="0,0,0,0,0"/>
                      <v:fill on="t" focussize="0,0"/>
                      <v:stroke on="f" weight="1.01787401574803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87630</wp:posOffset>
                      </wp:positionV>
                      <wp:extent cx="107950" cy="99695"/>
                      <wp:effectExtent l="0" t="0" r="6985" b="0"/>
                      <wp:wrapNone/>
                      <wp:docPr id="5" name="任意多边形: 形状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748" cy="99959"/>
                              </a:xfrm>
                              <a:custGeom>
                                <a:avLst/>
                                <a:gdLst>
                                  <a:gd name="connsiteX0" fmla="*/ 94767 w 107748"/>
                                  <a:gd name="connsiteY0" fmla="*/ 50629 h 99959"/>
                                  <a:gd name="connsiteX1" fmla="*/ 80487 w 107748"/>
                                  <a:gd name="connsiteY1" fmla="*/ 36349 h 99959"/>
                                  <a:gd name="connsiteX2" fmla="*/ 77890 w 107748"/>
                                  <a:gd name="connsiteY2" fmla="*/ 36349 h 99959"/>
                                  <a:gd name="connsiteX3" fmla="*/ 77890 w 107748"/>
                                  <a:gd name="connsiteY3" fmla="*/ 0 h 99959"/>
                                  <a:gd name="connsiteX4" fmla="*/ 70101 w 107748"/>
                                  <a:gd name="connsiteY4" fmla="*/ 0 h 99959"/>
                                  <a:gd name="connsiteX5" fmla="*/ 70101 w 107748"/>
                                  <a:gd name="connsiteY5" fmla="*/ 36349 h 99959"/>
                                  <a:gd name="connsiteX6" fmla="*/ 58418 w 107748"/>
                                  <a:gd name="connsiteY6" fmla="*/ 36349 h 99959"/>
                                  <a:gd name="connsiteX7" fmla="*/ 58418 w 107748"/>
                                  <a:gd name="connsiteY7" fmla="*/ 0 h 99959"/>
                                  <a:gd name="connsiteX8" fmla="*/ 50629 w 107748"/>
                                  <a:gd name="connsiteY8" fmla="*/ 0 h 99959"/>
                                  <a:gd name="connsiteX9" fmla="*/ 50629 w 107748"/>
                                  <a:gd name="connsiteY9" fmla="*/ 36349 h 99959"/>
                                  <a:gd name="connsiteX10" fmla="*/ 38945 w 107748"/>
                                  <a:gd name="connsiteY10" fmla="*/ 36349 h 99959"/>
                                  <a:gd name="connsiteX11" fmla="*/ 38945 w 107748"/>
                                  <a:gd name="connsiteY11" fmla="*/ 0 h 99959"/>
                                  <a:gd name="connsiteX12" fmla="*/ 29858 w 107748"/>
                                  <a:gd name="connsiteY12" fmla="*/ 0 h 99959"/>
                                  <a:gd name="connsiteX13" fmla="*/ 29858 w 107748"/>
                                  <a:gd name="connsiteY13" fmla="*/ 36349 h 99959"/>
                                  <a:gd name="connsiteX14" fmla="*/ 27262 w 107748"/>
                                  <a:gd name="connsiteY14" fmla="*/ 36349 h 99959"/>
                                  <a:gd name="connsiteX15" fmla="*/ 12982 w 107748"/>
                                  <a:gd name="connsiteY15" fmla="*/ 50629 h 99959"/>
                                  <a:gd name="connsiteX16" fmla="*/ 12982 w 107748"/>
                                  <a:gd name="connsiteY16" fmla="*/ 92170 h 99959"/>
                                  <a:gd name="connsiteX17" fmla="*/ 0 w 107748"/>
                                  <a:gd name="connsiteY17" fmla="*/ 92170 h 99959"/>
                                  <a:gd name="connsiteX18" fmla="*/ 0 w 107748"/>
                                  <a:gd name="connsiteY18" fmla="*/ 99959 h 99959"/>
                                  <a:gd name="connsiteX19" fmla="*/ 107748 w 107748"/>
                                  <a:gd name="connsiteY19" fmla="*/ 99959 h 99959"/>
                                  <a:gd name="connsiteX20" fmla="*/ 107748 w 107748"/>
                                  <a:gd name="connsiteY20" fmla="*/ 92170 h 99959"/>
                                  <a:gd name="connsiteX21" fmla="*/ 94767 w 107748"/>
                                  <a:gd name="connsiteY21" fmla="*/ 92170 h 99959"/>
                                  <a:gd name="connsiteX22" fmla="*/ 94767 w 107748"/>
                                  <a:gd name="connsiteY22" fmla="*/ 50629 h 99959"/>
                                  <a:gd name="connsiteX23" fmla="*/ 86977 w 107748"/>
                                  <a:gd name="connsiteY23" fmla="*/ 92170 h 99959"/>
                                  <a:gd name="connsiteX24" fmla="*/ 22069 w 107748"/>
                                  <a:gd name="connsiteY24" fmla="*/ 92170 h 99959"/>
                                  <a:gd name="connsiteX25" fmla="*/ 22069 w 107748"/>
                                  <a:gd name="connsiteY25" fmla="*/ 50629 h 99959"/>
                                  <a:gd name="connsiteX26" fmla="*/ 28560 w 107748"/>
                                  <a:gd name="connsiteY26" fmla="*/ 44138 h 99959"/>
                                  <a:gd name="connsiteX27" fmla="*/ 81785 w 107748"/>
                                  <a:gd name="connsiteY27" fmla="*/ 44138 h 99959"/>
                                  <a:gd name="connsiteX28" fmla="*/ 88276 w 107748"/>
                                  <a:gd name="connsiteY28" fmla="*/ 50629 h 99959"/>
                                  <a:gd name="connsiteX29" fmla="*/ 88276 w 107748"/>
                                  <a:gd name="connsiteY29" fmla="*/ 92170 h 999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107748" h="99959">
                                    <a:moveTo>
                                      <a:pt x="94767" y="50629"/>
                                    </a:moveTo>
                                    <a:cubicBezTo>
                                      <a:pt x="94767" y="42840"/>
                                      <a:pt x="88276" y="36349"/>
                                      <a:pt x="80487" y="36349"/>
                                    </a:cubicBezTo>
                                    <a:lnTo>
                                      <a:pt x="77890" y="36349"/>
                                    </a:lnTo>
                                    <a:lnTo>
                                      <a:pt x="77890" y="0"/>
                                    </a:lnTo>
                                    <a:lnTo>
                                      <a:pt x="70101" y="0"/>
                                    </a:lnTo>
                                    <a:lnTo>
                                      <a:pt x="70101" y="36349"/>
                                    </a:lnTo>
                                    <a:lnTo>
                                      <a:pt x="58418" y="36349"/>
                                    </a:lnTo>
                                    <a:lnTo>
                                      <a:pt x="58418" y="0"/>
                                    </a:lnTo>
                                    <a:lnTo>
                                      <a:pt x="50629" y="0"/>
                                    </a:lnTo>
                                    <a:lnTo>
                                      <a:pt x="50629" y="36349"/>
                                    </a:lnTo>
                                    <a:lnTo>
                                      <a:pt x="38945" y="36349"/>
                                    </a:lnTo>
                                    <a:lnTo>
                                      <a:pt x="38945" y="0"/>
                                    </a:lnTo>
                                    <a:lnTo>
                                      <a:pt x="29858" y="0"/>
                                    </a:lnTo>
                                    <a:lnTo>
                                      <a:pt x="29858" y="36349"/>
                                    </a:lnTo>
                                    <a:lnTo>
                                      <a:pt x="27262" y="36349"/>
                                    </a:lnTo>
                                    <a:cubicBezTo>
                                      <a:pt x="19473" y="36349"/>
                                      <a:pt x="12982" y="42840"/>
                                      <a:pt x="12982" y="50629"/>
                                    </a:cubicBezTo>
                                    <a:lnTo>
                                      <a:pt x="12982" y="92170"/>
                                    </a:lnTo>
                                    <a:lnTo>
                                      <a:pt x="0" y="92170"/>
                                    </a:lnTo>
                                    <a:lnTo>
                                      <a:pt x="0" y="99959"/>
                                    </a:lnTo>
                                    <a:lnTo>
                                      <a:pt x="107748" y="99959"/>
                                    </a:lnTo>
                                    <a:lnTo>
                                      <a:pt x="107748" y="92170"/>
                                    </a:lnTo>
                                    <a:lnTo>
                                      <a:pt x="94767" y="92170"/>
                                    </a:lnTo>
                                    <a:lnTo>
                                      <a:pt x="94767" y="50629"/>
                                    </a:lnTo>
                                    <a:close/>
                                    <a:moveTo>
                                      <a:pt x="86977" y="92170"/>
                                    </a:moveTo>
                                    <a:lnTo>
                                      <a:pt x="22069" y="92170"/>
                                    </a:lnTo>
                                    <a:lnTo>
                                      <a:pt x="22069" y="50629"/>
                                    </a:lnTo>
                                    <a:cubicBezTo>
                                      <a:pt x="22069" y="48032"/>
                                      <a:pt x="24665" y="44138"/>
                                      <a:pt x="28560" y="44138"/>
                                    </a:cubicBezTo>
                                    <a:lnTo>
                                      <a:pt x="81785" y="44138"/>
                                    </a:lnTo>
                                    <a:cubicBezTo>
                                      <a:pt x="84381" y="44138"/>
                                      <a:pt x="88276" y="46734"/>
                                      <a:pt x="88276" y="50629"/>
                                    </a:cubicBezTo>
                                    <a:lnTo>
                                      <a:pt x="88276" y="92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92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45" o:spid="_x0000_s1026" o:spt="100" style="position:absolute;left:0pt;margin-left:6.7pt;margin-top:6.9pt;height:7.85pt;width:8.5pt;z-index:251664384;v-text-anchor:middle;mso-width-relative:page;mso-height-relative:page;" fillcolor="#FFFFFF" filled="t" stroked="f" coordsize="107748,99959" o:gfxdata="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" path="m94767,50629c94767,42840,88276,36349,80487,36349l77890,36349,77890,0,70101,0,70101,36349,58418,36349,58418,0,50629,0,50629,36349,38945,36349,38945,0,29858,0,29858,36349,27262,36349c19473,36349,12982,42840,12982,50629l12982,92170,0,92170,0,99959,107748,99959,107748,92170,94767,92170,94767,50629xm86977,92170l22069,92170,22069,50629c22069,48032,24665,44138,28560,44138l81785,44138c84381,44138,88276,46734,88276,50629l88276,92170xe">
                      <v:path o:connectlocs="94767,50629;80487,36349;77890,36349;77890,0;70101,0;70101,36349;58418,36349;58418,0;50629,0;50629,36349;38945,36349;38945,0;29858,0;29858,36349;27262,36349;12982,50629;12982,92170;0,92170;0,99959;107748,99959;107748,92170;94767,92170;94767,50629;86977,92170;22069,92170;22069,50629;28560,44138;81785,44138;88276,50629;88276,92170" o:connectangles="0,0,0,0,0,0,0,0,0,0,0,0,0,0,0,0,0,0,0,0,0,0,0,0,0,0,0,0,0,0"/>
                      <v:fill on="t" focussize="0,0"/>
                      <v:stroke on="f" weight="1.01787401574803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出生日期：1998-08-08</w:t>
            </w:r>
          </w:p>
        </w:tc>
      </w:tr>
      <w:tr w14:paraId="677A0475">
        <w:trPr>
          <w:trHeight w:val="474" w:hRule="atLeast"/>
        </w:trPr>
        <w:tc>
          <w:tcPr>
            <w:tcW w:w="3856" w:type="dxa"/>
          </w:tcPr>
          <w:p w14:paraId="455A6F71">
            <w:pPr>
              <w:spacing w:line="400" w:lineRule="exact"/>
              <w:ind w:left="420" w:leftChars="200" w:right="71" w:rightChars="34"/>
              <w:textAlignment w:val="center"/>
              <w:rPr>
                <w:rFonts w:hint="default" w:ascii="微软雅黑" w:hAnsi="微软雅黑" w:eastAsia="微软雅黑" w:cs="微软雅黑"/>
                <w:color w:val="595959" w:themeColor="text1" w:themeTint="A6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41275</wp:posOffset>
                      </wp:positionV>
                      <wp:extent cx="189865" cy="189865"/>
                      <wp:effectExtent l="0" t="0" r="1270" b="1270"/>
                      <wp:wrapNone/>
                      <wp:docPr id="6" name="任意多边形: 形状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831" cy="189831"/>
                              </a:xfrm>
                              <a:custGeom>
                                <a:avLst/>
                                <a:gdLst>
                                  <a:gd name="connsiteX0" fmla="*/ 0 w 189831"/>
                                  <a:gd name="connsiteY0" fmla="*/ 94916 h 189831"/>
                                  <a:gd name="connsiteX1" fmla="*/ 94916 w 189831"/>
                                  <a:gd name="connsiteY1" fmla="*/ 0 h 189831"/>
                                  <a:gd name="connsiteX2" fmla="*/ 189832 w 189831"/>
                                  <a:gd name="connsiteY2" fmla="*/ 94916 h 189831"/>
                                  <a:gd name="connsiteX3" fmla="*/ 94916 w 189831"/>
                                  <a:gd name="connsiteY3" fmla="*/ 189832 h 189831"/>
                                  <a:gd name="connsiteX4" fmla="*/ 0 w 189831"/>
                                  <a:gd name="connsiteY4" fmla="*/ 94916 h 1898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9831" h="189831">
                                    <a:moveTo>
                                      <a:pt x="0" y="94916"/>
                                    </a:moveTo>
                                    <a:cubicBezTo>
                                      <a:pt x="0" y="42779"/>
                                      <a:pt x="42779" y="0"/>
                                      <a:pt x="94916" y="0"/>
                                    </a:cubicBezTo>
                                    <a:cubicBezTo>
                                      <a:pt x="147053" y="0"/>
                                      <a:pt x="189832" y="42779"/>
                                      <a:pt x="189832" y="94916"/>
                                    </a:cubicBezTo>
                                    <a:cubicBezTo>
                                      <a:pt x="189832" y="147053"/>
                                      <a:pt x="147053" y="189832"/>
                                      <a:pt x="94916" y="189832"/>
                                    </a:cubicBezTo>
                                    <a:cubicBezTo>
                                      <a:pt x="42779" y="189832"/>
                                      <a:pt x="0" y="147053"/>
                                      <a:pt x="0" y="9491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71C0"/>
                              </a:solidFill>
                              <a:ln w="1292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3" o:spid="_x0000_s1026" o:spt="100" style="position:absolute;left:0pt;margin-left:4.15pt;margin-top:3.25pt;height:14.95pt;width:14.95pt;z-index:251665408;v-text-anchor:middle;mso-width-relative:page;mso-height-relative:page;" fillcolor="#0071C0" filled="t" stroked="f" coordsize="189831,189831" o:gfxdata="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FgAAAGRycy9QSwECFAAU&#10;AAAACACHTuJAbXTBSdMAAAAFAQAADwAAAAAAAAABACAAAAA4AAAAZHJzL2Rvd25yZXYueG1sUEsB&#10;AhQAFAAAAAgAh07iQDyapvisAwAA/gkAAA4AAAAAAAAAAQAgAAAAOAEAAGRycy9lMm9Eb2MueG1s&#10;UEsFBgAAAAAGAAYAWQEAAFYHAAAAAA==&#10;" path="m0,94916c0,42779,42779,0,94916,0c147053,0,189832,42779,189832,94916c189832,147053,147053,189832,94916,189832c42779,189832,0,147053,0,94916e">
                      <v:path o:connectlocs="0,94916;94916,0;189832,94916;94916,189832;0,94916" o:connectangles="0,0,0,0,0"/>
                      <v:fill on="t" focussize="0,0"/>
                      <v:stroke on="f" weight="1.01787401574803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80645</wp:posOffset>
                      </wp:positionV>
                      <wp:extent cx="111125" cy="109855"/>
                      <wp:effectExtent l="0" t="0" r="3810" b="4445"/>
                      <wp:wrapNone/>
                      <wp:docPr id="81" name="图形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0957" cy="109955"/>
                                <a:chOff x="38768" y="39771"/>
                                <a:chExt cx="110957" cy="109955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82" name="任意多边形: 形状 5"/>
                              <wps:cNvSpPr/>
                              <wps:spPr>
                                <a:xfrm>
                                  <a:off x="38768" y="141705"/>
                                  <a:ext cx="110957" cy="8021"/>
                                </a:xfrm>
                                <a:custGeom>
                                  <a:avLst/>
                                  <a:gdLst>
                                    <a:gd name="connsiteX0" fmla="*/ 106947 w 110957"/>
                                    <a:gd name="connsiteY0" fmla="*/ 0 h 8021"/>
                                    <a:gd name="connsiteX1" fmla="*/ 4011 w 110957"/>
                                    <a:gd name="connsiteY1" fmla="*/ 0 h 8021"/>
                                    <a:gd name="connsiteX2" fmla="*/ 0 w 110957"/>
                                    <a:gd name="connsiteY2" fmla="*/ 4011 h 8021"/>
                                    <a:gd name="connsiteX3" fmla="*/ 4011 w 110957"/>
                                    <a:gd name="connsiteY3" fmla="*/ 8021 h 8021"/>
                                    <a:gd name="connsiteX4" fmla="*/ 106947 w 110957"/>
                                    <a:gd name="connsiteY4" fmla="*/ 8021 h 8021"/>
                                    <a:gd name="connsiteX5" fmla="*/ 109621 w 110957"/>
                                    <a:gd name="connsiteY5" fmla="*/ 6684 h 8021"/>
                                    <a:gd name="connsiteX6" fmla="*/ 110958 w 110957"/>
                                    <a:gd name="connsiteY6" fmla="*/ 4011 h 8021"/>
                                    <a:gd name="connsiteX7" fmla="*/ 106947 w 110957"/>
                                    <a:gd name="connsiteY7" fmla="*/ 0 h 80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10957" h="8021">
                                      <a:moveTo>
                                        <a:pt x="106947" y="0"/>
                                      </a:moveTo>
                                      <a:lnTo>
                                        <a:pt x="4011" y="0"/>
                                      </a:lnTo>
                                      <a:cubicBezTo>
                                        <a:pt x="1337" y="0"/>
                                        <a:pt x="0" y="1337"/>
                                        <a:pt x="0" y="4011"/>
                                      </a:cubicBezTo>
                                      <a:cubicBezTo>
                                        <a:pt x="0" y="6684"/>
                                        <a:pt x="1337" y="8021"/>
                                        <a:pt x="4011" y="8021"/>
                                      </a:cubicBezTo>
                                      <a:lnTo>
                                        <a:pt x="106947" y="8021"/>
                                      </a:lnTo>
                                      <a:cubicBezTo>
                                        <a:pt x="108284" y="8021"/>
                                        <a:pt x="109621" y="8021"/>
                                        <a:pt x="109621" y="6684"/>
                                      </a:cubicBezTo>
                                      <a:cubicBezTo>
                                        <a:pt x="110958" y="5347"/>
                                        <a:pt x="110958" y="5347"/>
                                        <a:pt x="110958" y="4011"/>
                                      </a:cubicBezTo>
                                      <a:cubicBezTo>
                                        <a:pt x="110958" y="1337"/>
                                        <a:pt x="109621" y="0"/>
                                        <a:pt x="1069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83" name="任意多边形: 形状 6"/>
                              <wps:cNvSpPr/>
                              <wps:spPr>
                                <a:xfrm>
                                  <a:off x="77536" y="60157"/>
                                  <a:ext cx="34757" cy="34757"/>
                                </a:xfrm>
                                <a:custGeom>
                                  <a:avLst/>
                                  <a:gdLst>
                                    <a:gd name="connsiteX0" fmla="*/ 17379 w 34757"/>
                                    <a:gd name="connsiteY0" fmla="*/ 0 h 34757"/>
                                    <a:gd name="connsiteX1" fmla="*/ 0 w 34757"/>
                                    <a:gd name="connsiteY1" fmla="*/ 17379 h 34757"/>
                                    <a:gd name="connsiteX2" fmla="*/ 17379 w 34757"/>
                                    <a:gd name="connsiteY2" fmla="*/ 34758 h 34757"/>
                                    <a:gd name="connsiteX3" fmla="*/ 34758 w 34757"/>
                                    <a:gd name="connsiteY3" fmla="*/ 17379 h 34757"/>
                                    <a:gd name="connsiteX4" fmla="*/ 17379 w 34757"/>
                                    <a:gd name="connsiteY4" fmla="*/ 0 h 34757"/>
                                    <a:gd name="connsiteX5" fmla="*/ 17379 w 34757"/>
                                    <a:gd name="connsiteY5" fmla="*/ 28074 h 34757"/>
                                    <a:gd name="connsiteX6" fmla="*/ 8021 w 34757"/>
                                    <a:gd name="connsiteY6" fmla="*/ 18716 h 34757"/>
                                    <a:gd name="connsiteX7" fmla="*/ 17379 w 34757"/>
                                    <a:gd name="connsiteY7" fmla="*/ 9358 h 34757"/>
                                    <a:gd name="connsiteX8" fmla="*/ 26737 w 34757"/>
                                    <a:gd name="connsiteY8" fmla="*/ 18716 h 34757"/>
                                    <a:gd name="connsiteX9" fmla="*/ 17379 w 34757"/>
                                    <a:gd name="connsiteY9" fmla="*/ 28074 h 347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34757" h="34757">
                                      <a:moveTo>
                                        <a:pt x="17379" y="0"/>
                                      </a:moveTo>
                                      <a:cubicBezTo>
                                        <a:pt x="8021" y="0"/>
                                        <a:pt x="0" y="8021"/>
                                        <a:pt x="0" y="17379"/>
                                      </a:cubicBezTo>
                                      <a:cubicBezTo>
                                        <a:pt x="0" y="26737"/>
                                        <a:pt x="8021" y="34758"/>
                                        <a:pt x="17379" y="34758"/>
                                      </a:cubicBezTo>
                                      <a:cubicBezTo>
                                        <a:pt x="26737" y="34758"/>
                                        <a:pt x="34758" y="26737"/>
                                        <a:pt x="34758" y="17379"/>
                                      </a:cubicBezTo>
                                      <a:cubicBezTo>
                                        <a:pt x="34758" y="8021"/>
                                        <a:pt x="26737" y="0"/>
                                        <a:pt x="17379" y="0"/>
                                      </a:cubicBezTo>
                                      <a:close/>
                                      <a:moveTo>
                                        <a:pt x="17379" y="28074"/>
                                      </a:moveTo>
                                      <a:cubicBezTo>
                                        <a:pt x="12032" y="28074"/>
                                        <a:pt x="8021" y="24063"/>
                                        <a:pt x="8021" y="18716"/>
                                      </a:cubicBezTo>
                                      <a:cubicBezTo>
                                        <a:pt x="8021" y="13368"/>
                                        <a:pt x="12032" y="9358"/>
                                        <a:pt x="17379" y="9358"/>
                                      </a:cubicBezTo>
                                      <a:cubicBezTo>
                                        <a:pt x="22726" y="9358"/>
                                        <a:pt x="26737" y="13368"/>
                                        <a:pt x="26737" y="18716"/>
                                      </a:cubicBezTo>
                                      <a:cubicBezTo>
                                        <a:pt x="26737" y="24063"/>
                                        <a:pt x="22726" y="28074"/>
                                        <a:pt x="17379" y="2807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84" name="任意多边形: 形状 8"/>
                              <wps:cNvSpPr/>
                              <wps:spPr>
                                <a:xfrm>
                                  <a:off x="54810" y="39771"/>
                                  <a:ext cx="78873" cy="96586"/>
                                </a:xfrm>
                                <a:custGeom>
                                  <a:avLst/>
                                  <a:gdLst>
                                    <a:gd name="connsiteX0" fmla="*/ 36095 w 78873"/>
                                    <a:gd name="connsiteY0" fmla="*/ 95250 h 96586"/>
                                    <a:gd name="connsiteX1" fmla="*/ 38768 w 78873"/>
                                    <a:gd name="connsiteY1" fmla="*/ 96587 h 96586"/>
                                    <a:gd name="connsiteX2" fmla="*/ 41442 w 78873"/>
                                    <a:gd name="connsiteY2" fmla="*/ 95250 h 96586"/>
                                    <a:gd name="connsiteX3" fmla="*/ 58821 w 78873"/>
                                    <a:gd name="connsiteY3" fmla="*/ 75197 h 96586"/>
                                    <a:gd name="connsiteX4" fmla="*/ 78874 w 78873"/>
                                    <a:gd name="connsiteY4" fmla="*/ 39103 h 96586"/>
                                    <a:gd name="connsiteX5" fmla="*/ 76200 w 78873"/>
                                    <a:gd name="connsiteY5" fmla="*/ 24397 h 96586"/>
                                    <a:gd name="connsiteX6" fmla="*/ 68179 w 78873"/>
                                    <a:gd name="connsiteY6" fmla="*/ 11029 h 96586"/>
                                    <a:gd name="connsiteX7" fmla="*/ 54811 w 78873"/>
                                    <a:gd name="connsiteY7" fmla="*/ 3008 h 96586"/>
                                    <a:gd name="connsiteX8" fmla="*/ 24063 w 78873"/>
                                    <a:gd name="connsiteY8" fmla="*/ 3008 h 96586"/>
                                    <a:gd name="connsiteX9" fmla="*/ 12032 w 78873"/>
                                    <a:gd name="connsiteY9" fmla="*/ 11029 h 96586"/>
                                    <a:gd name="connsiteX10" fmla="*/ 4011 w 78873"/>
                                    <a:gd name="connsiteY10" fmla="*/ 23061 h 96586"/>
                                    <a:gd name="connsiteX11" fmla="*/ 0 w 78873"/>
                                    <a:gd name="connsiteY11" fmla="*/ 39103 h 96586"/>
                                    <a:gd name="connsiteX12" fmla="*/ 18716 w 78873"/>
                                    <a:gd name="connsiteY12" fmla="*/ 76534 h 96586"/>
                                    <a:gd name="connsiteX13" fmla="*/ 36095 w 78873"/>
                                    <a:gd name="connsiteY13" fmla="*/ 95250 h 96586"/>
                                    <a:gd name="connsiteX14" fmla="*/ 9358 w 78873"/>
                                    <a:gd name="connsiteY14" fmla="*/ 39103 h 96586"/>
                                    <a:gd name="connsiteX15" fmla="*/ 40105 w 78873"/>
                                    <a:gd name="connsiteY15" fmla="*/ 8355 h 96586"/>
                                    <a:gd name="connsiteX16" fmla="*/ 70853 w 78873"/>
                                    <a:gd name="connsiteY16" fmla="*/ 39103 h 96586"/>
                                    <a:gd name="connsiteX17" fmla="*/ 65505 w 78873"/>
                                    <a:gd name="connsiteY17" fmla="*/ 53808 h 96586"/>
                                    <a:gd name="connsiteX18" fmla="*/ 53474 w 78873"/>
                                    <a:gd name="connsiteY18" fmla="*/ 69850 h 96586"/>
                                    <a:gd name="connsiteX19" fmla="*/ 40105 w 78873"/>
                                    <a:gd name="connsiteY19" fmla="*/ 84555 h 96586"/>
                                    <a:gd name="connsiteX20" fmla="*/ 40105 w 78873"/>
                                    <a:gd name="connsiteY20" fmla="*/ 85892 h 96586"/>
                                    <a:gd name="connsiteX21" fmla="*/ 38768 w 78873"/>
                                    <a:gd name="connsiteY21" fmla="*/ 85892 h 96586"/>
                                    <a:gd name="connsiteX22" fmla="*/ 25400 w 78873"/>
                                    <a:gd name="connsiteY22" fmla="*/ 69850 h 96586"/>
                                    <a:gd name="connsiteX23" fmla="*/ 13368 w 78873"/>
                                    <a:gd name="connsiteY23" fmla="*/ 52471 h 96586"/>
                                    <a:gd name="connsiteX24" fmla="*/ 9358 w 78873"/>
                                    <a:gd name="connsiteY24" fmla="*/ 39103 h 965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78873" h="96586">
                                      <a:moveTo>
                                        <a:pt x="36095" y="95250"/>
                                      </a:moveTo>
                                      <a:cubicBezTo>
                                        <a:pt x="37432" y="96587"/>
                                        <a:pt x="37432" y="96587"/>
                                        <a:pt x="38768" y="96587"/>
                                      </a:cubicBezTo>
                                      <a:cubicBezTo>
                                        <a:pt x="40105" y="96587"/>
                                        <a:pt x="41442" y="96587"/>
                                        <a:pt x="41442" y="95250"/>
                                      </a:cubicBezTo>
                                      <a:cubicBezTo>
                                        <a:pt x="41442" y="95250"/>
                                        <a:pt x="50800" y="85892"/>
                                        <a:pt x="58821" y="75197"/>
                                      </a:cubicBezTo>
                                      <a:cubicBezTo>
                                        <a:pt x="72190" y="60492"/>
                                        <a:pt x="78874" y="47124"/>
                                        <a:pt x="78874" y="39103"/>
                                      </a:cubicBezTo>
                                      <a:cubicBezTo>
                                        <a:pt x="78874" y="33755"/>
                                        <a:pt x="77537" y="28408"/>
                                        <a:pt x="76200" y="24397"/>
                                      </a:cubicBezTo>
                                      <a:cubicBezTo>
                                        <a:pt x="73526" y="19050"/>
                                        <a:pt x="70853" y="15039"/>
                                        <a:pt x="68179" y="11029"/>
                                      </a:cubicBezTo>
                                      <a:cubicBezTo>
                                        <a:pt x="64168" y="7018"/>
                                        <a:pt x="60158" y="4345"/>
                                        <a:pt x="54811" y="3008"/>
                                      </a:cubicBezTo>
                                      <a:cubicBezTo>
                                        <a:pt x="45453" y="-1003"/>
                                        <a:pt x="33421" y="-1003"/>
                                        <a:pt x="24063" y="3008"/>
                                      </a:cubicBezTo>
                                      <a:cubicBezTo>
                                        <a:pt x="20053" y="4345"/>
                                        <a:pt x="16042" y="7018"/>
                                        <a:pt x="12032" y="11029"/>
                                      </a:cubicBezTo>
                                      <a:cubicBezTo>
                                        <a:pt x="8021" y="15039"/>
                                        <a:pt x="5347" y="19050"/>
                                        <a:pt x="4011" y="23061"/>
                                      </a:cubicBezTo>
                                      <a:cubicBezTo>
                                        <a:pt x="1337" y="28408"/>
                                        <a:pt x="0" y="33755"/>
                                        <a:pt x="0" y="39103"/>
                                      </a:cubicBezTo>
                                      <a:cubicBezTo>
                                        <a:pt x="0" y="48461"/>
                                        <a:pt x="6684" y="60492"/>
                                        <a:pt x="18716" y="76534"/>
                                      </a:cubicBezTo>
                                      <a:cubicBezTo>
                                        <a:pt x="28074" y="87229"/>
                                        <a:pt x="36095" y="95250"/>
                                        <a:pt x="36095" y="95250"/>
                                      </a:cubicBezTo>
                                      <a:close/>
                                      <a:moveTo>
                                        <a:pt x="9358" y="39103"/>
                                      </a:moveTo>
                                      <a:cubicBezTo>
                                        <a:pt x="9358" y="21724"/>
                                        <a:pt x="22726" y="8355"/>
                                        <a:pt x="40105" y="8355"/>
                                      </a:cubicBezTo>
                                      <a:cubicBezTo>
                                        <a:pt x="57484" y="8355"/>
                                        <a:pt x="70853" y="21724"/>
                                        <a:pt x="70853" y="39103"/>
                                      </a:cubicBezTo>
                                      <a:cubicBezTo>
                                        <a:pt x="70853" y="43113"/>
                                        <a:pt x="69516" y="47124"/>
                                        <a:pt x="65505" y="53808"/>
                                      </a:cubicBezTo>
                                      <a:cubicBezTo>
                                        <a:pt x="62832" y="57818"/>
                                        <a:pt x="58821" y="63166"/>
                                        <a:pt x="53474" y="69850"/>
                                      </a:cubicBezTo>
                                      <a:cubicBezTo>
                                        <a:pt x="48126" y="76534"/>
                                        <a:pt x="44116" y="81882"/>
                                        <a:pt x="40105" y="84555"/>
                                      </a:cubicBezTo>
                                      <a:lnTo>
                                        <a:pt x="40105" y="85892"/>
                                      </a:lnTo>
                                      <a:lnTo>
                                        <a:pt x="38768" y="85892"/>
                                      </a:lnTo>
                                      <a:cubicBezTo>
                                        <a:pt x="36095" y="81882"/>
                                        <a:pt x="30747" y="76534"/>
                                        <a:pt x="25400" y="69850"/>
                                      </a:cubicBezTo>
                                      <a:cubicBezTo>
                                        <a:pt x="20053" y="63166"/>
                                        <a:pt x="17379" y="57818"/>
                                        <a:pt x="13368" y="52471"/>
                                      </a:cubicBezTo>
                                      <a:cubicBezTo>
                                        <a:pt x="10695" y="47124"/>
                                        <a:pt x="9358" y="41776"/>
                                        <a:pt x="9358" y="39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图形 7" o:spid="_x0000_s1026" o:spt="203" style="position:absolute;left:0pt;margin-left:7.2pt;margin-top:6.35pt;height:8.65pt;width:8.75pt;z-index:251666432;mso-width-relative:page;mso-height-relative:page;" coordorigin="38768,39771" coordsize="110957,109955" o:gfxdata="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">
                      <o:lock v:ext="edit" aspectratio="f"/>
                      <v:shape id="任意多边形: 形状 5" o:spid="_x0000_s1026" o:spt="100" style="position:absolute;left:38768;top:141705;height:8021;width:110957;v-text-anchor:middle;" fillcolor="#FFFFFF" filled="t" stroked="f" coordsize="110957,8021" o:gfxdata="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d+HSPuQAAANsAAAAPAAAAAAAAAAEAIAAAADgAAABkcnMvZG93bnJldi54bWxQ&#10;SwECFAAUAAAACACHTuJAMy8FnjsAAAA5AAAAEAAAAAAAAAABACAAAAAeAQAAZHJzL3NoYXBleG1s&#10;LnhtbFBLBQYAAAAABgAGAFsBAADIAwAAAAA=&#10;" path="m106947,0l4011,0c1337,0,0,1337,0,4011c0,6684,1337,8021,4011,8021l106947,8021c108284,8021,109621,8021,109621,6684c110958,5347,110958,5347,110958,4011c110958,1337,109621,0,106947,0xe">
                        <v:path o:connectlocs="106947,0;4011,0;0,4011;4011,8021;106947,8021;109621,6684;110958,4011;106947,0" o:connectangles="0,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6" o:spid="_x0000_s1026" o:spt="100" style="position:absolute;left:77536;top:60157;height:34757;width:34757;v-text-anchor:middle;" fillcolor="#FFFFFF" filled="t" stroked="f" coordsize="34757,34757" o:gfxdata="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Nxx1UvAAAANsAAAAPAAAAAAAAAAEAIAAAADgAAABkcnMvZG93bnJldi54&#10;bWxQSwECFAAUAAAACACHTuJAMy8FnjsAAAA5AAAAEAAAAAAAAAABACAAAAAhAQAAZHJzL3NoYXBl&#10;eG1sLnhtbFBLBQYAAAAABgAGAFsBAADLAwAAAAA=&#10;" path="m17379,0c8021,0,0,8021,0,17379c0,26737,8021,34758,17379,34758c26737,34758,34758,26737,34758,17379c34758,8021,26737,0,17379,0xm17379,28074c12032,28074,8021,24063,8021,18716c8021,13368,12032,9358,17379,9358c22726,9358,26737,13368,26737,18716c26737,24063,22726,28074,17379,28074xe">
                        <v:path o:connectlocs="17379,0;0,17379;17379,34758;34758,17379;17379,0;17379,28074;8021,18716;17379,9358;26737,18716;17379,28074" o:connectangles="0,0,0,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8" o:spid="_x0000_s1026" o:spt="100" style="position:absolute;left:54810;top:39771;height:96586;width:78873;v-text-anchor:middle;" fillcolor="#FFFFFF" filled="t" stroked="f" coordsize="78873,96586" o:gfxdata="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NP5Mr0AAADbAAAADwAAAAAAAAABACAAAAA4AAAAZHJzL2Rvd25yZXYu&#10;eG1sUEsBAhQAFAAAAAgAh07iQDMvBZ47AAAAOQAAABAAAAAAAAAAAQAgAAAAIgEAAGRycy9zaGFw&#10;ZXhtbC54bWxQSwUGAAAAAAYABgBbAQAAzAMAAAAA&#10;" path="m36095,95250c37432,96587,37432,96587,38768,96587c40105,96587,41442,96587,41442,95250c41442,95250,50800,85892,58821,75197c72190,60492,78874,47124,78874,39103c78874,33755,77537,28408,76200,24397c73526,19050,70853,15039,68179,11029c64168,7018,60158,4345,54811,3008c45453,-1003,33421,-1003,24063,3008c20053,4345,16042,7018,12032,11029c8021,15039,5347,19050,4011,23061c1337,28408,0,33755,0,39103c0,48461,6684,60492,18716,76534c28074,87229,36095,95250,36095,95250xm9358,39103c9358,21724,22726,8355,40105,8355c57484,8355,70853,21724,70853,39103c70853,43113,69516,47124,65505,53808c62832,57818,58821,63166,53474,69850c48126,76534,44116,81882,40105,84555l40105,85892,38768,85892c36095,81882,30747,76534,25400,69850c20053,63166,17379,57818,13368,52471c10695,47124,9358,41776,9358,39103xe">
                        <v:path o:connectlocs="36095,95250;38768,96587;41442,95250;58821,75197;78874,39103;76200,24397;68179,11029;54811,3008;24063,3008;12032,11029;4011,23061;0,39103;18716,76534;36095,95250;9358,39103;40105,8355;70853,39103;65505,53808;53474,69850;40105,84555;40105,85892;38768,85892;25400,69850;13368,52471;9358,39103" o:connectangles="0,0,0,0,0,0,0,0,0,0,0,0,0,0,0,0,0,0,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意向行业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互联网软件</w:t>
            </w:r>
          </w:p>
        </w:tc>
        <w:tc>
          <w:tcPr>
            <w:tcW w:w="3980" w:type="dxa"/>
          </w:tcPr>
          <w:p w14:paraId="39720D6E">
            <w:pPr>
              <w:spacing w:line="400" w:lineRule="exact"/>
              <w:ind w:left="420" w:leftChars="200" w:right="71" w:rightChars="34"/>
              <w:textAlignment w:val="center"/>
              <w:rPr>
                <w:rFonts w:hint="eastAsia" w:ascii="微软雅黑" w:hAnsi="微软雅黑" w:eastAsia="微软雅黑" w:cs="微软雅黑"/>
                <w:color w:val="595959" w:themeColor="text1" w:themeTint="A6"/>
                <w:szCs w:val="21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38735</wp:posOffset>
                      </wp:positionV>
                      <wp:extent cx="184150" cy="184150"/>
                      <wp:effectExtent l="0" t="0" r="6350" b="6350"/>
                      <wp:wrapNone/>
                      <wp:docPr id="7" name="任意多边形: 形状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204" cy="184204"/>
                              </a:xfrm>
                              <a:custGeom>
                                <a:avLst/>
                                <a:gdLst>
                                  <a:gd name="connsiteX0" fmla="*/ 0 w 184204"/>
                                  <a:gd name="connsiteY0" fmla="*/ 92102 h 184204"/>
                                  <a:gd name="connsiteX1" fmla="*/ 92102 w 184204"/>
                                  <a:gd name="connsiteY1" fmla="*/ 0 h 184204"/>
                                  <a:gd name="connsiteX2" fmla="*/ 184204 w 184204"/>
                                  <a:gd name="connsiteY2" fmla="*/ 92102 h 184204"/>
                                  <a:gd name="connsiteX3" fmla="*/ 92102 w 184204"/>
                                  <a:gd name="connsiteY3" fmla="*/ 184204 h 184204"/>
                                  <a:gd name="connsiteX4" fmla="*/ 0 w 184204"/>
                                  <a:gd name="connsiteY4" fmla="*/ 92102 h 1842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4204" h="184204">
                                    <a:moveTo>
                                      <a:pt x="0" y="92102"/>
                                    </a:moveTo>
                                    <a:cubicBezTo>
                                      <a:pt x="0" y="41511"/>
                                      <a:pt x="41511" y="0"/>
                                      <a:pt x="92102" y="0"/>
                                    </a:cubicBezTo>
                                    <a:cubicBezTo>
                                      <a:pt x="142694" y="0"/>
                                      <a:pt x="184204" y="41511"/>
                                      <a:pt x="184204" y="92102"/>
                                    </a:cubicBezTo>
                                    <a:cubicBezTo>
                                      <a:pt x="184204" y="142694"/>
                                      <a:pt x="142694" y="184204"/>
                                      <a:pt x="92102" y="184204"/>
                                    </a:cubicBezTo>
                                    <a:cubicBezTo>
                                      <a:pt x="41511" y="184204"/>
                                      <a:pt x="0" y="142694"/>
                                      <a:pt x="0" y="9210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71C0"/>
                              </a:solidFill>
                              <a:ln w="1292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47" o:spid="_x0000_s1026" o:spt="100" style="position:absolute;left:0pt;margin-left:3.75pt;margin-top:3.05pt;height:14.5pt;width:14.5pt;z-index:251667456;v-text-anchor:middle;mso-width-relative:page;mso-height-relative:page;" fillcolor="#0071C0" filled="t" stroked="f" coordsize="184204,184204" o:gfxdata="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FgAAAGRycy9QSwECFAAUAAAACACHTuJA&#10;hS5qK9IAAAAFAQAADwAAAAAAAAABACAAAAA4AAAAZHJzL2Rvd25yZXYueG1sUEsBAhQAFAAAAAgA&#10;h07iQCFqdPqkAwAA/wkAAA4AAAAAAAAAAQAgAAAANwEAAGRycy9lMm9Eb2MueG1sUEsFBgAAAAAG&#10;AAYAWQEAAE0HAAAAAA==&#10;" path="m0,92102c0,41511,41511,0,92102,0c142694,0,184204,41511,184204,92102c184204,142694,142694,184204,92102,184204c41511,184204,0,142694,0,92102e">
                      <v:path o:connectlocs="0,92102;92102,0;184204,92102;92102,184204;0,92102" o:connectangles="0,0,0,0,0"/>
                      <v:fill on="t" focussize="0,0"/>
                      <v:stroke on="f" weight="1.01787401574803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78740</wp:posOffset>
                      </wp:positionV>
                      <wp:extent cx="104140" cy="104775"/>
                      <wp:effectExtent l="0" t="0" r="0" b="9525"/>
                      <wp:wrapNone/>
                      <wp:docPr id="48" name="图形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4107" cy="105074"/>
                                <a:chOff x="38916" y="40213"/>
                                <a:chExt cx="104107" cy="105074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51" name="任意多边形: 形状 51"/>
                              <wps:cNvSpPr/>
                              <wps:spPr>
                                <a:xfrm>
                                  <a:off x="38916" y="40213"/>
                                  <a:ext cx="102479" cy="105074"/>
                                </a:xfrm>
                                <a:custGeom>
                                  <a:avLst/>
                                  <a:gdLst>
                                    <a:gd name="connsiteX0" fmla="*/ 33728 w 102479"/>
                                    <a:gd name="connsiteY0" fmla="*/ 95994 h 105074"/>
                                    <a:gd name="connsiteX1" fmla="*/ 19458 w 102479"/>
                                    <a:gd name="connsiteY1" fmla="*/ 95994 h 105074"/>
                                    <a:gd name="connsiteX2" fmla="*/ 7783 w 102479"/>
                                    <a:gd name="connsiteY2" fmla="*/ 84319 h 105074"/>
                                    <a:gd name="connsiteX3" fmla="*/ 7783 w 102479"/>
                                    <a:gd name="connsiteY3" fmla="*/ 19458 h 105074"/>
                                    <a:gd name="connsiteX4" fmla="*/ 19458 w 102479"/>
                                    <a:gd name="connsiteY4" fmla="*/ 7783 h 105074"/>
                                    <a:gd name="connsiteX5" fmla="*/ 83022 w 102479"/>
                                    <a:gd name="connsiteY5" fmla="*/ 7783 h 105074"/>
                                    <a:gd name="connsiteX6" fmla="*/ 94697 w 102479"/>
                                    <a:gd name="connsiteY6" fmla="*/ 19458 h 105074"/>
                                    <a:gd name="connsiteX7" fmla="*/ 94697 w 102479"/>
                                    <a:gd name="connsiteY7" fmla="*/ 22053 h 105074"/>
                                    <a:gd name="connsiteX8" fmla="*/ 98588 w 102479"/>
                                    <a:gd name="connsiteY8" fmla="*/ 25944 h 105074"/>
                                    <a:gd name="connsiteX9" fmla="*/ 102480 w 102479"/>
                                    <a:gd name="connsiteY9" fmla="*/ 22053 h 105074"/>
                                    <a:gd name="connsiteX10" fmla="*/ 102480 w 102479"/>
                                    <a:gd name="connsiteY10" fmla="*/ 19458 h 105074"/>
                                    <a:gd name="connsiteX11" fmla="*/ 83022 w 102479"/>
                                    <a:gd name="connsiteY11" fmla="*/ 0 h 105074"/>
                                    <a:gd name="connsiteX12" fmla="*/ 19458 w 102479"/>
                                    <a:gd name="connsiteY12" fmla="*/ 0 h 105074"/>
                                    <a:gd name="connsiteX13" fmla="*/ 0 w 102479"/>
                                    <a:gd name="connsiteY13" fmla="*/ 19458 h 105074"/>
                                    <a:gd name="connsiteX14" fmla="*/ 0 w 102479"/>
                                    <a:gd name="connsiteY14" fmla="*/ 85616 h 105074"/>
                                    <a:gd name="connsiteX15" fmla="*/ 19458 w 102479"/>
                                    <a:gd name="connsiteY15" fmla="*/ 105074 h 105074"/>
                                    <a:gd name="connsiteX16" fmla="*/ 33728 w 102479"/>
                                    <a:gd name="connsiteY16" fmla="*/ 105074 h 105074"/>
                                    <a:gd name="connsiteX17" fmla="*/ 37619 w 102479"/>
                                    <a:gd name="connsiteY17" fmla="*/ 101183 h 105074"/>
                                    <a:gd name="connsiteX18" fmla="*/ 33728 w 102479"/>
                                    <a:gd name="connsiteY18" fmla="*/ 95994 h 105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102479" h="105074">
                                      <a:moveTo>
                                        <a:pt x="33728" y="95994"/>
                                      </a:moveTo>
                                      <a:lnTo>
                                        <a:pt x="19458" y="95994"/>
                                      </a:lnTo>
                                      <a:cubicBezTo>
                                        <a:pt x="12972" y="95994"/>
                                        <a:pt x="7783" y="90805"/>
                                        <a:pt x="7783" y="84319"/>
                                      </a:cubicBezTo>
                                      <a:lnTo>
                                        <a:pt x="7783" y="19458"/>
                                      </a:lnTo>
                                      <a:cubicBezTo>
                                        <a:pt x="7783" y="12972"/>
                                        <a:pt x="12972" y="7783"/>
                                        <a:pt x="19458" y="7783"/>
                                      </a:cubicBezTo>
                                      <a:lnTo>
                                        <a:pt x="83022" y="7783"/>
                                      </a:lnTo>
                                      <a:cubicBezTo>
                                        <a:pt x="89508" y="7783"/>
                                        <a:pt x="94697" y="12972"/>
                                        <a:pt x="94697" y="19458"/>
                                      </a:cubicBezTo>
                                      <a:lnTo>
                                        <a:pt x="94697" y="22053"/>
                                      </a:lnTo>
                                      <a:cubicBezTo>
                                        <a:pt x="94697" y="24647"/>
                                        <a:pt x="95994" y="25944"/>
                                        <a:pt x="98588" y="25944"/>
                                      </a:cubicBezTo>
                                      <a:cubicBezTo>
                                        <a:pt x="101183" y="25944"/>
                                        <a:pt x="102480" y="24647"/>
                                        <a:pt x="102480" y="22053"/>
                                      </a:cubicBezTo>
                                      <a:lnTo>
                                        <a:pt x="102480" y="19458"/>
                                      </a:lnTo>
                                      <a:cubicBezTo>
                                        <a:pt x="102480" y="9081"/>
                                        <a:pt x="93399" y="0"/>
                                        <a:pt x="83022" y="0"/>
                                      </a:cubicBezTo>
                                      <a:lnTo>
                                        <a:pt x="19458" y="0"/>
                                      </a:lnTo>
                                      <a:cubicBezTo>
                                        <a:pt x="9081" y="0"/>
                                        <a:pt x="0" y="9081"/>
                                        <a:pt x="0" y="19458"/>
                                      </a:cubicBezTo>
                                      <a:lnTo>
                                        <a:pt x="0" y="85616"/>
                                      </a:lnTo>
                                      <a:cubicBezTo>
                                        <a:pt x="0" y="95994"/>
                                        <a:pt x="9081" y="105074"/>
                                        <a:pt x="19458" y="105074"/>
                                      </a:cubicBezTo>
                                      <a:lnTo>
                                        <a:pt x="33728" y="105074"/>
                                      </a:lnTo>
                                      <a:cubicBezTo>
                                        <a:pt x="36322" y="105074"/>
                                        <a:pt x="37619" y="103777"/>
                                        <a:pt x="37619" y="101183"/>
                                      </a:cubicBezTo>
                                      <a:cubicBezTo>
                                        <a:pt x="37619" y="98588"/>
                                        <a:pt x="36322" y="95994"/>
                                        <a:pt x="33728" y="959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2" name="任意多边形: 形状 52"/>
                              <wps:cNvSpPr/>
                              <wps:spPr>
                                <a:xfrm>
                                  <a:off x="55780" y="70049"/>
                                  <a:ext cx="9080" cy="7783"/>
                                </a:xfrm>
                                <a:custGeom>
                                  <a:avLst/>
                                  <a:gdLst>
                                    <a:gd name="connsiteX0" fmla="*/ 3892 w 9080"/>
                                    <a:gd name="connsiteY0" fmla="*/ 0 h 7783"/>
                                    <a:gd name="connsiteX1" fmla="*/ 3892 w 9080"/>
                                    <a:gd name="connsiteY1" fmla="*/ 0 h 7783"/>
                                    <a:gd name="connsiteX2" fmla="*/ 0 w 9080"/>
                                    <a:gd name="connsiteY2" fmla="*/ 3892 h 7783"/>
                                    <a:gd name="connsiteX3" fmla="*/ 3892 w 9080"/>
                                    <a:gd name="connsiteY3" fmla="*/ 7783 h 7783"/>
                                    <a:gd name="connsiteX4" fmla="*/ 9080 w 9080"/>
                                    <a:gd name="connsiteY4" fmla="*/ 3892 h 7783"/>
                                    <a:gd name="connsiteX5" fmla="*/ 3892 w 9080"/>
                                    <a:gd name="connsiteY5" fmla="*/ 0 h 77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9080" h="7783">
                                      <a:moveTo>
                                        <a:pt x="3892" y="0"/>
                                      </a:moveTo>
                                      <a:lnTo>
                                        <a:pt x="3892" y="0"/>
                                      </a:lnTo>
                                      <a:cubicBezTo>
                                        <a:pt x="1297" y="0"/>
                                        <a:pt x="0" y="1297"/>
                                        <a:pt x="0" y="3892"/>
                                      </a:cubicBezTo>
                                      <a:cubicBezTo>
                                        <a:pt x="0" y="5189"/>
                                        <a:pt x="2594" y="7783"/>
                                        <a:pt x="3892" y="7783"/>
                                      </a:cubicBezTo>
                                      <a:cubicBezTo>
                                        <a:pt x="6486" y="7783"/>
                                        <a:pt x="9080" y="5189"/>
                                        <a:pt x="9080" y="3892"/>
                                      </a:cubicBezTo>
                                      <a:cubicBezTo>
                                        <a:pt x="9080" y="1297"/>
                                        <a:pt x="6486" y="0"/>
                                        <a:pt x="38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4" name="任意多边形: 形状 54"/>
                              <wps:cNvSpPr/>
                              <wps:spPr>
                                <a:xfrm>
                                  <a:off x="70049" y="70049"/>
                                  <a:ext cx="25944" cy="7783"/>
                                </a:xfrm>
                                <a:custGeom>
                                  <a:avLst/>
                                  <a:gdLst>
                                    <a:gd name="connsiteX0" fmla="*/ 0 w 25944"/>
                                    <a:gd name="connsiteY0" fmla="*/ 3892 h 7783"/>
                                    <a:gd name="connsiteX1" fmla="*/ 3892 w 25944"/>
                                    <a:gd name="connsiteY1" fmla="*/ 7783 h 7783"/>
                                    <a:gd name="connsiteX2" fmla="*/ 22053 w 25944"/>
                                    <a:gd name="connsiteY2" fmla="*/ 7783 h 7783"/>
                                    <a:gd name="connsiteX3" fmla="*/ 25944 w 25944"/>
                                    <a:gd name="connsiteY3" fmla="*/ 3892 h 7783"/>
                                    <a:gd name="connsiteX4" fmla="*/ 22053 w 25944"/>
                                    <a:gd name="connsiteY4" fmla="*/ 0 h 7783"/>
                                    <a:gd name="connsiteX5" fmla="*/ 3892 w 25944"/>
                                    <a:gd name="connsiteY5" fmla="*/ 0 h 7783"/>
                                    <a:gd name="connsiteX6" fmla="*/ 0 w 25944"/>
                                    <a:gd name="connsiteY6" fmla="*/ 3892 h 77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5944" h="7783">
                                      <a:moveTo>
                                        <a:pt x="0" y="3892"/>
                                      </a:moveTo>
                                      <a:cubicBezTo>
                                        <a:pt x="0" y="5189"/>
                                        <a:pt x="1297" y="7783"/>
                                        <a:pt x="3892" y="7783"/>
                                      </a:cubicBezTo>
                                      <a:lnTo>
                                        <a:pt x="22053" y="7783"/>
                                      </a:lnTo>
                                      <a:cubicBezTo>
                                        <a:pt x="24647" y="7783"/>
                                        <a:pt x="25944" y="6486"/>
                                        <a:pt x="25944" y="3892"/>
                                      </a:cubicBezTo>
                                      <a:cubicBezTo>
                                        <a:pt x="25944" y="1297"/>
                                        <a:pt x="24647" y="0"/>
                                        <a:pt x="22053" y="0"/>
                                      </a:cubicBezTo>
                                      <a:lnTo>
                                        <a:pt x="3892" y="0"/>
                                      </a:lnTo>
                                      <a:cubicBezTo>
                                        <a:pt x="1297" y="0"/>
                                        <a:pt x="0" y="1297"/>
                                        <a:pt x="0" y="38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5" name="任意多边形: 形状 55"/>
                              <wps:cNvSpPr/>
                              <wps:spPr>
                                <a:xfrm>
                                  <a:off x="55780" y="89507"/>
                                  <a:ext cx="9080" cy="7783"/>
                                </a:xfrm>
                                <a:custGeom>
                                  <a:avLst/>
                                  <a:gdLst>
                                    <a:gd name="connsiteX0" fmla="*/ 3892 w 9080"/>
                                    <a:gd name="connsiteY0" fmla="*/ 0 h 7783"/>
                                    <a:gd name="connsiteX1" fmla="*/ 3892 w 9080"/>
                                    <a:gd name="connsiteY1" fmla="*/ 0 h 7783"/>
                                    <a:gd name="connsiteX2" fmla="*/ 0 w 9080"/>
                                    <a:gd name="connsiteY2" fmla="*/ 3892 h 7783"/>
                                    <a:gd name="connsiteX3" fmla="*/ 3892 w 9080"/>
                                    <a:gd name="connsiteY3" fmla="*/ 7783 h 7783"/>
                                    <a:gd name="connsiteX4" fmla="*/ 9080 w 9080"/>
                                    <a:gd name="connsiteY4" fmla="*/ 3892 h 7783"/>
                                    <a:gd name="connsiteX5" fmla="*/ 3892 w 9080"/>
                                    <a:gd name="connsiteY5" fmla="*/ 0 h 77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9080" h="7783">
                                      <a:moveTo>
                                        <a:pt x="3892" y="0"/>
                                      </a:moveTo>
                                      <a:lnTo>
                                        <a:pt x="3892" y="0"/>
                                      </a:lnTo>
                                      <a:cubicBezTo>
                                        <a:pt x="2594" y="0"/>
                                        <a:pt x="0" y="1297"/>
                                        <a:pt x="0" y="3892"/>
                                      </a:cubicBezTo>
                                      <a:cubicBezTo>
                                        <a:pt x="0" y="6486"/>
                                        <a:pt x="1297" y="7783"/>
                                        <a:pt x="3892" y="7783"/>
                                      </a:cubicBezTo>
                                      <a:cubicBezTo>
                                        <a:pt x="6486" y="7783"/>
                                        <a:pt x="9080" y="6486"/>
                                        <a:pt x="9080" y="3892"/>
                                      </a:cubicBezTo>
                                      <a:cubicBezTo>
                                        <a:pt x="9080" y="1297"/>
                                        <a:pt x="6486" y="0"/>
                                        <a:pt x="38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6" name="任意多边形: 形状 56"/>
                              <wps:cNvSpPr/>
                              <wps:spPr>
                                <a:xfrm>
                                  <a:off x="70049" y="89507"/>
                                  <a:ext cx="16863" cy="7783"/>
                                </a:xfrm>
                                <a:custGeom>
                                  <a:avLst/>
                                  <a:gdLst>
                                    <a:gd name="connsiteX0" fmla="*/ 11675 w 16863"/>
                                    <a:gd name="connsiteY0" fmla="*/ 0 h 7783"/>
                                    <a:gd name="connsiteX1" fmla="*/ 3892 w 16863"/>
                                    <a:gd name="connsiteY1" fmla="*/ 0 h 7783"/>
                                    <a:gd name="connsiteX2" fmla="*/ 0 w 16863"/>
                                    <a:gd name="connsiteY2" fmla="*/ 3892 h 7783"/>
                                    <a:gd name="connsiteX3" fmla="*/ 3892 w 16863"/>
                                    <a:gd name="connsiteY3" fmla="*/ 7783 h 7783"/>
                                    <a:gd name="connsiteX4" fmla="*/ 12972 w 16863"/>
                                    <a:gd name="connsiteY4" fmla="*/ 7783 h 7783"/>
                                    <a:gd name="connsiteX5" fmla="*/ 16864 w 16863"/>
                                    <a:gd name="connsiteY5" fmla="*/ 3892 h 7783"/>
                                    <a:gd name="connsiteX6" fmla="*/ 11675 w 16863"/>
                                    <a:gd name="connsiteY6" fmla="*/ 0 h 77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6863" h="7783">
                                      <a:moveTo>
                                        <a:pt x="11675" y="0"/>
                                      </a:moveTo>
                                      <a:lnTo>
                                        <a:pt x="3892" y="0"/>
                                      </a:lnTo>
                                      <a:cubicBezTo>
                                        <a:pt x="1297" y="0"/>
                                        <a:pt x="0" y="1297"/>
                                        <a:pt x="0" y="3892"/>
                                      </a:cubicBezTo>
                                      <a:cubicBezTo>
                                        <a:pt x="0" y="6486"/>
                                        <a:pt x="1297" y="7783"/>
                                        <a:pt x="3892" y="7783"/>
                                      </a:cubicBezTo>
                                      <a:lnTo>
                                        <a:pt x="12972" y="7783"/>
                                      </a:lnTo>
                                      <a:cubicBezTo>
                                        <a:pt x="15567" y="7783"/>
                                        <a:pt x="16864" y="6486"/>
                                        <a:pt x="16864" y="3892"/>
                                      </a:cubicBezTo>
                                      <a:cubicBezTo>
                                        <a:pt x="16864" y="1297"/>
                                        <a:pt x="14269" y="0"/>
                                        <a:pt x="116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7" name="任意多边形: 形状 57"/>
                              <wps:cNvSpPr/>
                              <wps:spPr>
                                <a:xfrm>
                                  <a:off x="88210" y="77832"/>
                                  <a:ext cx="54813" cy="60969"/>
                                </a:xfrm>
                                <a:custGeom>
                                  <a:avLst/>
                                  <a:gdLst>
                                    <a:gd name="connsiteX0" fmla="*/ 47997 w 54813"/>
                                    <a:gd name="connsiteY0" fmla="*/ 37619 h 60969"/>
                                    <a:gd name="connsiteX1" fmla="*/ 42808 w 54813"/>
                                    <a:gd name="connsiteY1" fmla="*/ 33728 h 60969"/>
                                    <a:gd name="connsiteX2" fmla="*/ 40214 w 54813"/>
                                    <a:gd name="connsiteY2" fmla="*/ 32430 h 60969"/>
                                    <a:gd name="connsiteX3" fmla="*/ 41511 w 54813"/>
                                    <a:gd name="connsiteY3" fmla="*/ 31133 h 60969"/>
                                    <a:gd name="connsiteX4" fmla="*/ 46700 w 54813"/>
                                    <a:gd name="connsiteY4" fmla="*/ 18161 h 60969"/>
                                    <a:gd name="connsiteX5" fmla="*/ 28539 w 54813"/>
                                    <a:gd name="connsiteY5" fmla="*/ 0 h 60969"/>
                                    <a:gd name="connsiteX6" fmla="*/ 9080 w 54813"/>
                                    <a:gd name="connsiteY6" fmla="*/ 19458 h 60969"/>
                                    <a:gd name="connsiteX7" fmla="*/ 14269 w 54813"/>
                                    <a:gd name="connsiteY7" fmla="*/ 32430 h 60969"/>
                                    <a:gd name="connsiteX8" fmla="*/ 15567 w 54813"/>
                                    <a:gd name="connsiteY8" fmla="*/ 32430 h 60969"/>
                                    <a:gd name="connsiteX9" fmla="*/ 14269 w 54813"/>
                                    <a:gd name="connsiteY9" fmla="*/ 33728 h 60969"/>
                                    <a:gd name="connsiteX10" fmla="*/ 9080 w 54813"/>
                                    <a:gd name="connsiteY10" fmla="*/ 37619 h 60969"/>
                                    <a:gd name="connsiteX11" fmla="*/ 0 w 54813"/>
                                    <a:gd name="connsiteY11" fmla="*/ 57077 h 60969"/>
                                    <a:gd name="connsiteX12" fmla="*/ 3892 w 54813"/>
                                    <a:gd name="connsiteY12" fmla="*/ 60969 h 60969"/>
                                    <a:gd name="connsiteX13" fmla="*/ 7783 w 54813"/>
                                    <a:gd name="connsiteY13" fmla="*/ 57077 h 60969"/>
                                    <a:gd name="connsiteX14" fmla="*/ 27241 w 54813"/>
                                    <a:gd name="connsiteY14" fmla="*/ 37619 h 60969"/>
                                    <a:gd name="connsiteX15" fmla="*/ 46700 w 54813"/>
                                    <a:gd name="connsiteY15" fmla="*/ 57077 h 60969"/>
                                    <a:gd name="connsiteX16" fmla="*/ 50591 w 54813"/>
                                    <a:gd name="connsiteY16" fmla="*/ 60969 h 60969"/>
                                    <a:gd name="connsiteX17" fmla="*/ 54483 w 54813"/>
                                    <a:gd name="connsiteY17" fmla="*/ 57077 h 60969"/>
                                    <a:gd name="connsiteX18" fmla="*/ 47997 w 54813"/>
                                    <a:gd name="connsiteY18" fmla="*/ 37619 h 60969"/>
                                    <a:gd name="connsiteX19" fmla="*/ 28539 w 54813"/>
                                    <a:gd name="connsiteY19" fmla="*/ 29836 h 60969"/>
                                    <a:gd name="connsiteX20" fmla="*/ 18161 w 54813"/>
                                    <a:gd name="connsiteY20" fmla="*/ 19458 h 60969"/>
                                    <a:gd name="connsiteX21" fmla="*/ 28539 w 54813"/>
                                    <a:gd name="connsiteY21" fmla="*/ 7783 h 60969"/>
                                    <a:gd name="connsiteX22" fmla="*/ 38916 w 54813"/>
                                    <a:gd name="connsiteY22" fmla="*/ 18161 h 60969"/>
                                    <a:gd name="connsiteX23" fmla="*/ 28539 w 54813"/>
                                    <a:gd name="connsiteY23" fmla="*/ 29836 h 609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</a:cxnLst>
                                  <a:rect l="l" t="t" r="r" b="b"/>
                                  <a:pathLst>
                                    <a:path w="54813" h="60969">
                                      <a:moveTo>
                                        <a:pt x="47997" y="37619"/>
                                      </a:moveTo>
                                      <a:cubicBezTo>
                                        <a:pt x="46700" y="36322"/>
                                        <a:pt x="44105" y="35025"/>
                                        <a:pt x="42808" y="33728"/>
                                      </a:cubicBezTo>
                                      <a:lnTo>
                                        <a:pt x="40214" y="32430"/>
                                      </a:lnTo>
                                      <a:lnTo>
                                        <a:pt x="41511" y="31133"/>
                                      </a:lnTo>
                                      <a:cubicBezTo>
                                        <a:pt x="44105" y="27242"/>
                                        <a:pt x="46700" y="23350"/>
                                        <a:pt x="46700" y="18161"/>
                                      </a:cubicBezTo>
                                      <a:cubicBezTo>
                                        <a:pt x="46700" y="9080"/>
                                        <a:pt x="38916" y="0"/>
                                        <a:pt x="28539" y="0"/>
                                      </a:cubicBezTo>
                                      <a:cubicBezTo>
                                        <a:pt x="18161" y="0"/>
                                        <a:pt x="9080" y="9080"/>
                                        <a:pt x="9080" y="19458"/>
                                      </a:cubicBezTo>
                                      <a:cubicBezTo>
                                        <a:pt x="9080" y="24647"/>
                                        <a:pt x="10378" y="28539"/>
                                        <a:pt x="14269" y="32430"/>
                                      </a:cubicBezTo>
                                      <a:lnTo>
                                        <a:pt x="15567" y="32430"/>
                                      </a:lnTo>
                                      <a:lnTo>
                                        <a:pt x="14269" y="33728"/>
                                      </a:lnTo>
                                      <a:cubicBezTo>
                                        <a:pt x="11675" y="35025"/>
                                        <a:pt x="10378" y="36322"/>
                                        <a:pt x="9080" y="37619"/>
                                      </a:cubicBezTo>
                                      <a:cubicBezTo>
                                        <a:pt x="2594" y="42808"/>
                                        <a:pt x="0" y="50591"/>
                                        <a:pt x="0" y="57077"/>
                                      </a:cubicBezTo>
                                      <a:cubicBezTo>
                                        <a:pt x="0" y="59672"/>
                                        <a:pt x="1297" y="60969"/>
                                        <a:pt x="3892" y="60969"/>
                                      </a:cubicBezTo>
                                      <a:cubicBezTo>
                                        <a:pt x="6486" y="60969"/>
                                        <a:pt x="7783" y="59672"/>
                                        <a:pt x="7783" y="57077"/>
                                      </a:cubicBezTo>
                                      <a:cubicBezTo>
                                        <a:pt x="7783" y="46700"/>
                                        <a:pt x="16864" y="37619"/>
                                        <a:pt x="27241" y="37619"/>
                                      </a:cubicBezTo>
                                      <a:cubicBezTo>
                                        <a:pt x="37619" y="37619"/>
                                        <a:pt x="46700" y="46700"/>
                                        <a:pt x="46700" y="57077"/>
                                      </a:cubicBezTo>
                                      <a:cubicBezTo>
                                        <a:pt x="46700" y="59672"/>
                                        <a:pt x="47997" y="60969"/>
                                        <a:pt x="50591" y="60969"/>
                                      </a:cubicBezTo>
                                      <a:cubicBezTo>
                                        <a:pt x="53186" y="60969"/>
                                        <a:pt x="54483" y="59672"/>
                                        <a:pt x="54483" y="57077"/>
                                      </a:cubicBezTo>
                                      <a:cubicBezTo>
                                        <a:pt x="55780" y="50591"/>
                                        <a:pt x="53186" y="42808"/>
                                        <a:pt x="47997" y="37619"/>
                                      </a:cubicBezTo>
                                      <a:close/>
                                      <a:moveTo>
                                        <a:pt x="28539" y="29836"/>
                                      </a:moveTo>
                                      <a:cubicBezTo>
                                        <a:pt x="22053" y="29836"/>
                                        <a:pt x="18161" y="24647"/>
                                        <a:pt x="18161" y="19458"/>
                                      </a:cubicBezTo>
                                      <a:cubicBezTo>
                                        <a:pt x="16864" y="12972"/>
                                        <a:pt x="22053" y="7783"/>
                                        <a:pt x="28539" y="7783"/>
                                      </a:cubicBezTo>
                                      <a:cubicBezTo>
                                        <a:pt x="35025" y="7783"/>
                                        <a:pt x="38916" y="12972"/>
                                        <a:pt x="38916" y="18161"/>
                                      </a:cubicBezTo>
                                      <a:cubicBezTo>
                                        <a:pt x="38916" y="24647"/>
                                        <a:pt x="33728" y="29836"/>
                                        <a:pt x="28539" y="298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图形 19" o:spid="_x0000_s1026" o:spt="203" style="position:absolute;left:0pt;margin-left:6.8pt;margin-top:6.2pt;height:8.25pt;width:8.2pt;z-index:251668480;mso-width-relative:page;mso-height-relative:page;" coordorigin="38916,40213" coordsize="104107,105074" o:gfxdata="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">
                      <o:lock v:ext="edit" aspectratio="f"/>
                      <v:shape id="任意多边形: 形状 51" o:spid="_x0000_s1026" o:spt="100" style="position:absolute;left:38916;top:40213;height:105074;width:102479;v-text-anchor:middle;" fillcolor="#FFFFFF" filled="t" stroked="f" coordsize="102479,105074" o:gfxdata="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CeMOpvwAAANsAAAAPAAAAAAAAAAEAIAAAADgAAABkcnMvZG93bnJl&#10;di54bWxQSwECFAAUAAAACACHTuJAMy8FnjsAAAA5AAAAEAAAAAAAAAABACAAAAAkAQAAZHJzL3No&#10;YXBleG1sLnhtbFBLBQYAAAAABgAGAFsBAADOAwAAAAA=&#10;" path="m33728,95994l19458,95994c12972,95994,7783,90805,7783,84319l7783,19458c7783,12972,12972,7783,19458,7783l83022,7783c89508,7783,94697,12972,94697,19458l94697,22053c94697,24647,95994,25944,98588,25944c101183,25944,102480,24647,102480,22053l102480,19458c102480,9081,93399,0,83022,0l19458,0c9081,0,0,9081,0,19458l0,85616c0,95994,9081,105074,19458,105074l33728,105074c36322,105074,37619,103777,37619,101183c37619,98588,36322,95994,33728,95994xe">
                        <v:path o:connectlocs="33728,95994;19458,95994;7783,84319;7783,19458;19458,7783;83022,7783;94697,19458;94697,22053;98588,25944;102480,22053;102480,19458;83022,0;19458,0;0,19458;0,85616;19458,105074;33728,105074;37619,101183;33728,95994" o:connectangles="0,0,0,0,0,0,0,0,0,0,0,0,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52" o:spid="_x0000_s1026" o:spt="100" style="position:absolute;left:55780;top:70049;height:7783;width:9080;v-text-anchor:middle;" fillcolor="#FFFFFF" filled="t" stroked="f" coordsize="9080,7783" o:gfxdata="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SuBKC7AAAA2wAAAA8AAAAAAAAAAQAgAAAAOAAAAGRycy9kb3ducmV2Lnht&#10;bFBLAQIUABQAAAAIAIdO4kAzLwWeOwAAADkAAAAQAAAAAAAAAAEAIAAAACABAABkcnMvc2hhcGV4&#10;bWwueG1sUEsFBgAAAAAGAAYAWwEAAMoDAAAAAA==&#10;" path="m3892,0l3892,0c1297,0,0,1297,0,3892c0,5189,2594,7783,3892,7783c6486,7783,9080,5189,9080,3892c9080,1297,6486,0,3892,0xe">
                        <v:path o:connectlocs="3892,0;3892,0;0,3892;3892,7783;9080,3892;3892,0" o:connectangles="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54" o:spid="_x0000_s1026" o:spt="100" style="position:absolute;left:70049;top:70049;height:7783;width:25944;v-text-anchor:middle;" fillcolor="#FFFFFF" filled="t" stroked="f" coordsize="25944,7783" o:gfxdata="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35qGSr0AAADbAAAADwAAAAAAAAABACAAAAA4AAAAZHJzL2Rvd25yZXYu&#10;eG1sUEsBAhQAFAAAAAgAh07iQDMvBZ47AAAAOQAAABAAAAAAAAAAAQAgAAAAIgEAAGRycy9zaGFw&#10;ZXhtbC54bWxQSwUGAAAAAAYABgBbAQAAzAMAAAAA&#10;" path="m0,3892c0,5189,1297,7783,3892,7783l22053,7783c24647,7783,25944,6486,25944,3892c25944,1297,24647,0,22053,0l3892,0c1297,0,0,1297,0,3892xe">
                        <v:path o:connectlocs="0,3892;3892,7783;22053,7783;25944,3892;22053,0;3892,0;0,3892" o:connectangles="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55" o:spid="_x0000_s1026" o:spt="100" style="position:absolute;left:55780;top:89507;height:7783;width:9080;v-text-anchor:middle;" fillcolor="#FFFFFF" filled="t" stroked="f" coordsize="9080,7783" o:gfxdata="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bR5zUvAAAANsAAAAPAAAAAAAAAAEAIAAAADgAAABkcnMvZG93bnJldi54&#10;bWxQSwECFAAUAAAACACHTuJAMy8FnjsAAAA5AAAAEAAAAAAAAAABACAAAAAhAQAAZHJzL3NoYXBl&#10;eG1sLnhtbFBLBQYAAAAABgAGAFsBAADLAwAAAAA=&#10;" path="m3892,0l3892,0c2594,0,0,1297,0,3892c0,6486,1297,7783,3892,7783c6486,7783,9080,6486,9080,3892c9080,1297,6486,0,3892,0xe">
                        <v:path o:connectlocs="3892,0;3892,0;0,3892;3892,7783;9080,3892;3892,0" o:connectangles="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56" o:spid="_x0000_s1026" o:spt="100" style="position:absolute;left:70049;top:89507;height:7783;width:16863;v-text-anchor:middle;" fillcolor="#FFFFFF" filled="t" stroked="f" coordsize="16863,7783" o:gfxdata="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UQ68b0AAADbAAAADwAAAAAAAAABACAAAAA4AAAAZHJzL2Rvd25yZXYu&#10;eG1sUEsBAhQAFAAAAAgAh07iQDMvBZ47AAAAOQAAABAAAAAAAAAAAQAgAAAAIgEAAGRycy9zaGFw&#10;ZXhtbC54bWxQSwUGAAAAAAYABgBbAQAAzAMAAAAA&#10;" path="m11675,0l3892,0c1297,0,0,1297,0,3892c0,6486,1297,7783,3892,7783l12972,7783c15567,7783,16864,6486,16864,3892c16864,1297,14269,0,11675,0xe">
                        <v:path o:connectlocs="11675,0;3892,0;0,3892;3892,7783;12972,7783;16864,3892;11675,0" o:connectangles="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57" o:spid="_x0000_s1026" o:spt="100" style="position:absolute;left:88210;top:77832;height:60969;width:54813;v-text-anchor:middle;" fillcolor="#FFFFFF" filled="t" stroked="f" coordsize="54813,60969" o:gfxdata="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8PjqK+AAAA2wAAAA8AAAAAAAAAAQAgAAAAOAAAAGRycy9kb3ducmV2&#10;LnhtbFBLAQIUABQAAAAIAIdO4kAzLwWeOwAAADkAAAAQAAAAAAAAAAEAIAAAACMBAABkcnMvc2hh&#10;cGV4bWwueG1sUEsFBgAAAAAGAAYAWwEAAM0DAAAAAA==&#10;" path="m47997,37619c46700,36322,44105,35025,42808,33728l40214,32430,41511,31133c44105,27242,46700,23350,46700,18161c46700,9080,38916,0,28539,0c18161,0,9080,9080,9080,19458c9080,24647,10378,28539,14269,32430l15567,32430,14269,33728c11675,35025,10378,36322,9080,37619c2594,42808,0,50591,0,57077c0,59672,1297,60969,3892,60969c6486,60969,7783,59672,7783,57077c7783,46700,16864,37619,27241,37619c37619,37619,46700,46700,46700,57077c46700,59672,47997,60969,50591,60969c53186,60969,54483,59672,54483,57077c55780,50591,53186,42808,47997,37619xm28539,29836c22053,29836,18161,24647,18161,19458c16864,12972,22053,7783,28539,7783c35025,7783,38916,12972,38916,18161c38916,24647,33728,29836,28539,29836xe">
                        <v:path o:connectlocs="47997,37619;42808,33728;40214,32430;41511,31133;46700,18161;28539,0;9080,19458;14269,32430;15567,32430;14269,33728;9080,37619;0,57077;3892,60969;7783,57077;27241,37619;46700,57077;50591,60969;54483,57077;47997,37619;28539,29836;18161,19458;28539,7783;38916,18161;28539,29836" o:connectangles="0,0,0,0,0,0,0,0,0,0,0,0,0,0,0,0,0,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意向城市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上海市</w:t>
            </w:r>
          </w:p>
        </w:tc>
      </w:tr>
      <w:tr w14:paraId="3EF3719F">
        <w:trPr>
          <w:trHeight w:val="474" w:hRule="atLeast"/>
        </w:trPr>
        <w:tc>
          <w:tcPr>
            <w:tcW w:w="3856" w:type="dxa"/>
          </w:tcPr>
          <w:p w14:paraId="4F09F1FE">
            <w:pPr>
              <w:spacing w:line="400" w:lineRule="exact"/>
              <w:ind w:left="420" w:leftChars="200" w:right="71" w:rightChars="34"/>
              <w:textAlignment w:val="center"/>
              <w:rPr>
                <w:rFonts w:ascii="微软雅黑" w:hAnsi="微软雅黑" w:eastAsia="微软雅黑" w:cs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41275</wp:posOffset>
                      </wp:positionV>
                      <wp:extent cx="191770" cy="191770"/>
                      <wp:effectExtent l="0" t="0" r="0" b="0"/>
                      <wp:wrapNone/>
                      <wp:docPr id="8" name="任意多边形: 形状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69" cy="192069"/>
                              </a:xfrm>
                              <a:custGeom>
                                <a:avLst/>
                                <a:gdLst>
                                  <a:gd name="connsiteX0" fmla="*/ 0 w 192069"/>
                                  <a:gd name="connsiteY0" fmla="*/ 96035 h 192069"/>
                                  <a:gd name="connsiteX1" fmla="*/ 96035 w 192069"/>
                                  <a:gd name="connsiteY1" fmla="*/ 0 h 192069"/>
                                  <a:gd name="connsiteX2" fmla="*/ 192069 w 192069"/>
                                  <a:gd name="connsiteY2" fmla="*/ 96035 h 192069"/>
                                  <a:gd name="connsiteX3" fmla="*/ 96035 w 192069"/>
                                  <a:gd name="connsiteY3" fmla="*/ 192069 h 192069"/>
                                  <a:gd name="connsiteX4" fmla="*/ 0 w 192069"/>
                                  <a:gd name="connsiteY4" fmla="*/ 96035 h 1920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92069" h="192069">
                                    <a:moveTo>
                                      <a:pt x="0" y="96035"/>
                                    </a:moveTo>
                                    <a:cubicBezTo>
                                      <a:pt x="0" y="43283"/>
                                      <a:pt x="43283" y="0"/>
                                      <a:pt x="96035" y="0"/>
                                    </a:cubicBezTo>
                                    <a:cubicBezTo>
                                      <a:pt x="148786" y="0"/>
                                      <a:pt x="192069" y="43283"/>
                                      <a:pt x="192069" y="96035"/>
                                    </a:cubicBezTo>
                                    <a:cubicBezTo>
                                      <a:pt x="192069" y="148786"/>
                                      <a:pt x="148786" y="192069"/>
                                      <a:pt x="96035" y="192069"/>
                                    </a:cubicBezTo>
                                    <a:cubicBezTo>
                                      <a:pt x="43283" y="192069"/>
                                      <a:pt x="0" y="148786"/>
                                      <a:pt x="0" y="9603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71C0"/>
                              </a:solidFill>
                              <a:ln w="1292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37" o:spid="_x0000_s1026" o:spt="100" style="position:absolute;left:0pt;margin-left:3.75pt;margin-top:3.25pt;height:15.1pt;width:15.1pt;z-index:251669504;v-text-anchor:middle;mso-width-relative:page;mso-height-relative:page;" fillcolor="#0071C0" filled="t" stroked="f" coordsize="192069,192069" o:gfxdata="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WAAAAZHJzL1BLAQIUABQAAAAI&#10;AIdO4kBc84ky1AAAAAUBAAAPAAAAAAAAAAEAIAAAADgAAABkcnMvZG93bnJldi54bWxQSwECFAAU&#10;AAAACACHTuJAU/AP56cDAAD/CQAADgAAAAAAAAABACAAAAA5AQAAZHJzL2Uyb0RvYy54bWxQSwUG&#10;AAAAAAYABgBZAQAAUgcAAAAA&#10;" path="m0,96035c0,43283,43283,0,96035,0c148786,0,192069,43283,192069,96035c192069,148786,148786,192069,96035,192069c43283,192069,0,148786,0,96035e">
                      <v:path o:connectlocs="0,96035;96035,0;192069,96035;96035,192069;0,96035" o:connectangles="0,0,0,0,0"/>
                      <v:fill on="t" focussize="0,0"/>
                      <v:stroke on="f" weight="1.01787401574803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78740</wp:posOffset>
                      </wp:positionV>
                      <wp:extent cx="116840" cy="116205"/>
                      <wp:effectExtent l="0" t="0" r="0" b="0"/>
                      <wp:wrapNone/>
                      <wp:docPr id="88" name="图形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676" cy="116323"/>
                                <a:chOff x="37519" y="37872"/>
                                <a:chExt cx="116676" cy="116323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89" name="任意多边形: 形状 39"/>
                              <wps:cNvSpPr/>
                              <wps:spPr>
                                <a:xfrm>
                                  <a:off x="37519" y="48693"/>
                                  <a:ext cx="104465" cy="105502"/>
                                </a:xfrm>
                                <a:custGeom>
                                  <a:avLst/>
                                  <a:gdLst>
                                    <a:gd name="connsiteX0" fmla="*/ 92330 w 104465"/>
                                    <a:gd name="connsiteY0" fmla="*/ 62220 h 105502"/>
                                    <a:gd name="connsiteX1" fmla="*/ 72041 w 104465"/>
                                    <a:gd name="connsiteY1" fmla="*/ 60867 h 105502"/>
                                    <a:gd name="connsiteX2" fmla="*/ 62573 w 104465"/>
                                    <a:gd name="connsiteY2" fmla="*/ 64925 h 105502"/>
                                    <a:gd name="connsiteX3" fmla="*/ 53105 w 104465"/>
                                    <a:gd name="connsiteY3" fmla="*/ 60867 h 105502"/>
                                    <a:gd name="connsiteX4" fmla="*/ 53105 w 104465"/>
                                    <a:gd name="connsiteY4" fmla="*/ 60867 h 105502"/>
                                    <a:gd name="connsiteX5" fmla="*/ 53105 w 104465"/>
                                    <a:gd name="connsiteY5" fmla="*/ 60867 h 105502"/>
                                    <a:gd name="connsiteX6" fmla="*/ 42284 w 104465"/>
                                    <a:gd name="connsiteY6" fmla="*/ 51399 h 105502"/>
                                    <a:gd name="connsiteX7" fmla="*/ 42284 w 104465"/>
                                    <a:gd name="connsiteY7" fmla="*/ 51399 h 105502"/>
                                    <a:gd name="connsiteX8" fmla="*/ 42284 w 104465"/>
                                    <a:gd name="connsiteY8" fmla="*/ 36520 h 105502"/>
                                    <a:gd name="connsiteX9" fmla="*/ 42284 w 104465"/>
                                    <a:gd name="connsiteY9" fmla="*/ 35168 h 105502"/>
                                    <a:gd name="connsiteX10" fmla="*/ 43637 w 104465"/>
                                    <a:gd name="connsiteY10" fmla="*/ 33815 h 105502"/>
                                    <a:gd name="connsiteX11" fmla="*/ 43637 w 104465"/>
                                    <a:gd name="connsiteY11" fmla="*/ 14879 h 105502"/>
                                    <a:gd name="connsiteX12" fmla="*/ 32816 w 104465"/>
                                    <a:gd name="connsiteY12" fmla="*/ 4058 h 105502"/>
                                    <a:gd name="connsiteX13" fmla="*/ 24700 w 104465"/>
                                    <a:gd name="connsiteY13" fmla="*/ 0 h 105502"/>
                                    <a:gd name="connsiteX14" fmla="*/ 12527 w 104465"/>
                                    <a:gd name="connsiteY14" fmla="*/ 4058 h 105502"/>
                                    <a:gd name="connsiteX15" fmla="*/ 12527 w 104465"/>
                                    <a:gd name="connsiteY15" fmla="*/ 4058 h 105502"/>
                                    <a:gd name="connsiteX16" fmla="*/ 1706 w 104465"/>
                                    <a:gd name="connsiteY16" fmla="*/ 22994 h 105502"/>
                                    <a:gd name="connsiteX17" fmla="*/ 12527 w 104465"/>
                                    <a:gd name="connsiteY17" fmla="*/ 64925 h 105502"/>
                                    <a:gd name="connsiteX18" fmla="*/ 39579 w 104465"/>
                                    <a:gd name="connsiteY18" fmla="*/ 91977 h 105502"/>
                                    <a:gd name="connsiteX19" fmla="*/ 39579 w 104465"/>
                                    <a:gd name="connsiteY19" fmla="*/ 91977 h 105502"/>
                                    <a:gd name="connsiteX20" fmla="*/ 57163 w 104465"/>
                                    <a:gd name="connsiteY20" fmla="*/ 102798 h 105502"/>
                                    <a:gd name="connsiteX21" fmla="*/ 69336 w 104465"/>
                                    <a:gd name="connsiteY21" fmla="*/ 105503 h 105502"/>
                                    <a:gd name="connsiteX22" fmla="*/ 100446 w 104465"/>
                                    <a:gd name="connsiteY22" fmla="*/ 93329 h 105502"/>
                                    <a:gd name="connsiteX23" fmla="*/ 100446 w 104465"/>
                                    <a:gd name="connsiteY23" fmla="*/ 93329 h 105502"/>
                                    <a:gd name="connsiteX24" fmla="*/ 101798 w 104465"/>
                                    <a:gd name="connsiteY24" fmla="*/ 74393 h 105502"/>
                                    <a:gd name="connsiteX25" fmla="*/ 92330 w 104465"/>
                                    <a:gd name="connsiteY25" fmla="*/ 62220 h 105502"/>
                                    <a:gd name="connsiteX26" fmla="*/ 96388 w 104465"/>
                                    <a:gd name="connsiteY26" fmla="*/ 85214 h 105502"/>
                                    <a:gd name="connsiteX27" fmla="*/ 96388 w 104465"/>
                                    <a:gd name="connsiteY27" fmla="*/ 85214 h 105502"/>
                                    <a:gd name="connsiteX28" fmla="*/ 96388 w 104465"/>
                                    <a:gd name="connsiteY28" fmla="*/ 85214 h 105502"/>
                                    <a:gd name="connsiteX29" fmla="*/ 77452 w 104465"/>
                                    <a:gd name="connsiteY29" fmla="*/ 94682 h 105502"/>
                                    <a:gd name="connsiteX30" fmla="*/ 72041 w 104465"/>
                                    <a:gd name="connsiteY30" fmla="*/ 94682 h 105502"/>
                                    <a:gd name="connsiteX31" fmla="*/ 62573 w 104465"/>
                                    <a:gd name="connsiteY31" fmla="*/ 93329 h 105502"/>
                                    <a:gd name="connsiteX32" fmla="*/ 46342 w 104465"/>
                                    <a:gd name="connsiteY32" fmla="*/ 85214 h 105502"/>
                                    <a:gd name="connsiteX33" fmla="*/ 19290 w 104465"/>
                                    <a:gd name="connsiteY33" fmla="*/ 58162 h 105502"/>
                                    <a:gd name="connsiteX34" fmla="*/ 9822 w 104465"/>
                                    <a:gd name="connsiteY34" fmla="*/ 41931 h 105502"/>
                                    <a:gd name="connsiteX35" fmla="*/ 9822 w 104465"/>
                                    <a:gd name="connsiteY35" fmla="*/ 27052 h 105502"/>
                                    <a:gd name="connsiteX36" fmla="*/ 17937 w 104465"/>
                                    <a:gd name="connsiteY36" fmla="*/ 10821 h 105502"/>
                                    <a:gd name="connsiteX37" fmla="*/ 17937 w 104465"/>
                                    <a:gd name="connsiteY37" fmla="*/ 10821 h 105502"/>
                                    <a:gd name="connsiteX38" fmla="*/ 17937 w 104465"/>
                                    <a:gd name="connsiteY38" fmla="*/ 10821 h 105502"/>
                                    <a:gd name="connsiteX39" fmla="*/ 21995 w 104465"/>
                                    <a:gd name="connsiteY39" fmla="*/ 9468 h 105502"/>
                                    <a:gd name="connsiteX40" fmla="*/ 26053 w 104465"/>
                                    <a:gd name="connsiteY40" fmla="*/ 10821 h 105502"/>
                                    <a:gd name="connsiteX41" fmla="*/ 36874 w 104465"/>
                                    <a:gd name="connsiteY41" fmla="*/ 18936 h 105502"/>
                                    <a:gd name="connsiteX42" fmla="*/ 36874 w 104465"/>
                                    <a:gd name="connsiteY42" fmla="*/ 18936 h 105502"/>
                                    <a:gd name="connsiteX43" fmla="*/ 38226 w 104465"/>
                                    <a:gd name="connsiteY43" fmla="*/ 22994 h 105502"/>
                                    <a:gd name="connsiteX44" fmla="*/ 35521 w 104465"/>
                                    <a:gd name="connsiteY44" fmla="*/ 28405 h 105502"/>
                                    <a:gd name="connsiteX45" fmla="*/ 35521 w 104465"/>
                                    <a:gd name="connsiteY45" fmla="*/ 29757 h 105502"/>
                                    <a:gd name="connsiteX46" fmla="*/ 34168 w 104465"/>
                                    <a:gd name="connsiteY46" fmla="*/ 31110 h 105502"/>
                                    <a:gd name="connsiteX47" fmla="*/ 34168 w 104465"/>
                                    <a:gd name="connsiteY47" fmla="*/ 31110 h 105502"/>
                                    <a:gd name="connsiteX48" fmla="*/ 31463 w 104465"/>
                                    <a:gd name="connsiteY48" fmla="*/ 47341 h 105502"/>
                                    <a:gd name="connsiteX49" fmla="*/ 34168 w 104465"/>
                                    <a:gd name="connsiteY49" fmla="*/ 55457 h 105502"/>
                                    <a:gd name="connsiteX50" fmla="*/ 46342 w 104465"/>
                                    <a:gd name="connsiteY50" fmla="*/ 67630 h 105502"/>
                                    <a:gd name="connsiteX51" fmla="*/ 46342 w 104465"/>
                                    <a:gd name="connsiteY51" fmla="*/ 67630 h 105502"/>
                                    <a:gd name="connsiteX52" fmla="*/ 77452 w 104465"/>
                                    <a:gd name="connsiteY52" fmla="*/ 67630 h 105502"/>
                                    <a:gd name="connsiteX53" fmla="*/ 85567 w 104465"/>
                                    <a:gd name="connsiteY53" fmla="*/ 67630 h 105502"/>
                                    <a:gd name="connsiteX54" fmla="*/ 96388 w 104465"/>
                                    <a:gd name="connsiteY54" fmla="*/ 78451 h 105502"/>
                                    <a:gd name="connsiteX55" fmla="*/ 96388 w 104465"/>
                                    <a:gd name="connsiteY55" fmla="*/ 78451 h 105502"/>
                                    <a:gd name="connsiteX56" fmla="*/ 96388 w 104465"/>
                                    <a:gd name="connsiteY56" fmla="*/ 85214 h 1055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</a:cxnLst>
                                  <a:rect l="l" t="t" r="r" b="b"/>
                                  <a:pathLst>
                                    <a:path w="104465" h="105502">
                                      <a:moveTo>
                                        <a:pt x="92330" y="62220"/>
                                      </a:moveTo>
                                      <a:cubicBezTo>
                                        <a:pt x="89625" y="59514"/>
                                        <a:pt x="81509" y="55457"/>
                                        <a:pt x="72041" y="60867"/>
                                      </a:cubicBezTo>
                                      <a:cubicBezTo>
                                        <a:pt x="67983" y="63572"/>
                                        <a:pt x="65278" y="64925"/>
                                        <a:pt x="62573" y="64925"/>
                                      </a:cubicBezTo>
                                      <a:cubicBezTo>
                                        <a:pt x="59868" y="64925"/>
                                        <a:pt x="55810" y="63572"/>
                                        <a:pt x="53105" y="60867"/>
                                      </a:cubicBezTo>
                                      <a:lnTo>
                                        <a:pt x="53105" y="60867"/>
                                      </a:lnTo>
                                      <a:lnTo>
                                        <a:pt x="53105" y="60867"/>
                                      </a:lnTo>
                                      <a:lnTo>
                                        <a:pt x="42284" y="51399"/>
                                      </a:lnTo>
                                      <a:lnTo>
                                        <a:pt x="42284" y="51399"/>
                                      </a:lnTo>
                                      <a:cubicBezTo>
                                        <a:pt x="40931" y="50046"/>
                                        <a:pt x="38226" y="41931"/>
                                        <a:pt x="42284" y="36520"/>
                                      </a:cubicBezTo>
                                      <a:lnTo>
                                        <a:pt x="42284" y="35168"/>
                                      </a:lnTo>
                                      <a:cubicBezTo>
                                        <a:pt x="42284" y="35168"/>
                                        <a:pt x="43637" y="33815"/>
                                        <a:pt x="43637" y="33815"/>
                                      </a:cubicBezTo>
                                      <a:cubicBezTo>
                                        <a:pt x="47694" y="25699"/>
                                        <a:pt x="49047" y="22994"/>
                                        <a:pt x="43637" y="14879"/>
                                      </a:cubicBezTo>
                                      <a:lnTo>
                                        <a:pt x="32816" y="4058"/>
                                      </a:lnTo>
                                      <a:cubicBezTo>
                                        <a:pt x="32816" y="2705"/>
                                        <a:pt x="30111" y="0"/>
                                        <a:pt x="24700" y="0"/>
                                      </a:cubicBezTo>
                                      <a:cubicBezTo>
                                        <a:pt x="20642" y="0"/>
                                        <a:pt x="16585" y="0"/>
                                        <a:pt x="12527" y="4058"/>
                                      </a:cubicBezTo>
                                      <a:lnTo>
                                        <a:pt x="12527" y="4058"/>
                                      </a:lnTo>
                                      <a:cubicBezTo>
                                        <a:pt x="12527" y="4058"/>
                                        <a:pt x="5764" y="12173"/>
                                        <a:pt x="1706" y="22994"/>
                                      </a:cubicBezTo>
                                      <a:cubicBezTo>
                                        <a:pt x="-999" y="33815"/>
                                        <a:pt x="-2352" y="50046"/>
                                        <a:pt x="12527" y="64925"/>
                                      </a:cubicBezTo>
                                      <a:lnTo>
                                        <a:pt x="39579" y="91977"/>
                                      </a:lnTo>
                                      <a:lnTo>
                                        <a:pt x="39579" y="91977"/>
                                      </a:lnTo>
                                      <a:cubicBezTo>
                                        <a:pt x="39579" y="91977"/>
                                        <a:pt x="46342" y="98740"/>
                                        <a:pt x="57163" y="102798"/>
                                      </a:cubicBezTo>
                                      <a:cubicBezTo>
                                        <a:pt x="61220" y="104150"/>
                                        <a:pt x="65278" y="105503"/>
                                        <a:pt x="69336" y="105503"/>
                                      </a:cubicBezTo>
                                      <a:cubicBezTo>
                                        <a:pt x="80157" y="105503"/>
                                        <a:pt x="89625" y="101445"/>
                                        <a:pt x="100446" y="93329"/>
                                      </a:cubicBezTo>
                                      <a:lnTo>
                                        <a:pt x="100446" y="93329"/>
                                      </a:lnTo>
                                      <a:cubicBezTo>
                                        <a:pt x="103151" y="90624"/>
                                        <a:pt x="107209" y="82509"/>
                                        <a:pt x="101798" y="74393"/>
                                      </a:cubicBezTo>
                                      <a:lnTo>
                                        <a:pt x="92330" y="62220"/>
                                      </a:lnTo>
                                      <a:close/>
                                      <a:moveTo>
                                        <a:pt x="96388" y="85214"/>
                                      </a:moveTo>
                                      <a:lnTo>
                                        <a:pt x="96388" y="85214"/>
                                      </a:lnTo>
                                      <a:lnTo>
                                        <a:pt x="96388" y="85214"/>
                                      </a:lnTo>
                                      <a:cubicBezTo>
                                        <a:pt x="89625" y="90624"/>
                                        <a:pt x="84215" y="93329"/>
                                        <a:pt x="77452" y="94682"/>
                                      </a:cubicBezTo>
                                      <a:cubicBezTo>
                                        <a:pt x="76099" y="94682"/>
                                        <a:pt x="73394" y="94682"/>
                                        <a:pt x="72041" y="94682"/>
                                      </a:cubicBezTo>
                                      <a:cubicBezTo>
                                        <a:pt x="69336" y="94682"/>
                                        <a:pt x="65278" y="94682"/>
                                        <a:pt x="62573" y="93329"/>
                                      </a:cubicBezTo>
                                      <a:cubicBezTo>
                                        <a:pt x="53105" y="91977"/>
                                        <a:pt x="47694" y="86566"/>
                                        <a:pt x="46342" y="85214"/>
                                      </a:cubicBezTo>
                                      <a:lnTo>
                                        <a:pt x="19290" y="58162"/>
                                      </a:lnTo>
                                      <a:cubicBezTo>
                                        <a:pt x="13879" y="52751"/>
                                        <a:pt x="11174" y="47341"/>
                                        <a:pt x="9822" y="41931"/>
                                      </a:cubicBezTo>
                                      <a:cubicBezTo>
                                        <a:pt x="8469" y="36520"/>
                                        <a:pt x="8469" y="32462"/>
                                        <a:pt x="9822" y="27052"/>
                                      </a:cubicBezTo>
                                      <a:cubicBezTo>
                                        <a:pt x="12527" y="18936"/>
                                        <a:pt x="16585" y="12173"/>
                                        <a:pt x="17937" y="10821"/>
                                      </a:cubicBezTo>
                                      <a:lnTo>
                                        <a:pt x="17937" y="10821"/>
                                      </a:lnTo>
                                      <a:lnTo>
                                        <a:pt x="17937" y="10821"/>
                                      </a:lnTo>
                                      <a:cubicBezTo>
                                        <a:pt x="19290" y="9468"/>
                                        <a:pt x="20642" y="9468"/>
                                        <a:pt x="21995" y="9468"/>
                                      </a:cubicBezTo>
                                      <a:cubicBezTo>
                                        <a:pt x="23348" y="9468"/>
                                        <a:pt x="24700" y="10821"/>
                                        <a:pt x="26053" y="10821"/>
                                      </a:cubicBezTo>
                                      <a:lnTo>
                                        <a:pt x="36874" y="18936"/>
                                      </a:lnTo>
                                      <a:lnTo>
                                        <a:pt x="36874" y="18936"/>
                                      </a:lnTo>
                                      <a:cubicBezTo>
                                        <a:pt x="38226" y="21642"/>
                                        <a:pt x="38226" y="22994"/>
                                        <a:pt x="38226" y="22994"/>
                                      </a:cubicBezTo>
                                      <a:cubicBezTo>
                                        <a:pt x="38226" y="24347"/>
                                        <a:pt x="36874" y="25699"/>
                                        <a:pt x="35521" y="28405"/>
                                      </a:cubicBezTo>
                                      <a:lnTo>
                                        <a:pt x="35521" y="29757"/>
                                      </a:lnTo>
                                      <a:cubicBezTo>
                                        <a:pt x="35521" y="29757"/>
                                        <a:pt x="34168" y="31110"/>
                                        <a:pt x="34168" y="31110"/>
                                      </a:cubicBezTo>
                                      <a:lnTo>
                                        <a:pt x="34168" y="31110"/>
                                      </a:lnTo>
                                      <a:cubicBezTo>
                                        <a:pt x="31463" y="36520"/>
                                        <a:pt x="30111" y="41931"/>
                                        <a:pt x="31463" y="47341"/>
                                      </a:cubicBezTo>
                                      <a:cubicBezTo>
                                        <a:pt x="32816" y="51399"/>
                                        <a:pt x="34168" y="54104"/>
                                        <a:pt x="34168" y="55457"/>
                                      </a:cubicBezTo>
                                      <a:lnTo>
                                        <a:pt x="46342" y="67630"/>
                                      </a:lnTo>
                                      <a:lnTo>
                                        <a:pt x="46342" y="67630"/>
                                      </a:lnTo>
                                      <a:cubicBezTo>
                                        <a:pt x="59868" y="77098"/>
                                        <a:pt x="70689" y="71688"/>
                                        <a:pt x="77452" y="67630"/>
                                      </a:cubicBezTo>
                                      <a:cubicBezTo>
                                        <a:pt x="81509" y="64925"/>
                                        <a:pt x="84215" y="66277"/>
                                        <a:pt x="85567" y="67630"/>
                                      </a:cubicBezTo>
                                      <a:lnTo>
                                        <a:pt x="96388" y="78451"/>
                                      </a:lnTo>
                                      <a:lnTo>
                                        <a:pt x="96388" y="78451"/>
                                      </a:lnTo>
                                      <a:cubicBezTo>
                                        <a:pt x="97741" y="81156"/>
                                        <a:pt x="97741" y="83861"/>
                                        <a:pt x="96388" y="852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90" name="任意多边形: 形状 40"/>
                              <wps:cNvSpPr/>
                              <wps:spPr>
                                <a:xfrm>
                                  <a:off x="90624" y="37872"/>
                                  <a:ext cx="63572" cy="63572"/>
                                </a:xfrm>
                                <a:custGeom>
                                  <a:avLst/>
                                  <a:gdLst>
                                    <a:gd name="connsiteX0" fmla="*/ 4058 w 63572"/>
                                    <a:gd name="connsiteY0" fmla="*/ 0 h 63572"/>
                                    <a:gd name="connsiteX1" fmla="*/ 0 w 63572"/>
                                    <a:gd name="connsiteY1" fmla="*/ 4058 h 63572"/>
                                    <a:gd name="connsiteX2" fmla="*/ 4058 w 63572"/>
                                    <a:gd name="connsiteY2" fmla="*/ 8116 h 63572"/>
                                    <a:gd name="connsiteX3" fmla="*/ 55457 w 63572"/>
                                    <a:gd name="connsiteY3" fmla="*/ 59514 h 63572"/>
                                    <a:gd name="connsiteX4" fmla="*/ 59514 w 63572"/>
                                    <a:gd name="connsiteY4" fmla="*/ 63572 h 63572"/>
                                    <a:gd name="connsiteX5" fmla="*/ 63572 w 63572"/>
                                    <a:gd name="connsiteY5" fmla="*/ 59514 h 63572"/>
                                    <a:gd name="connsiteX6" fmla="*/ 4058 w 63572"/>
                                    <a:gd name="connsiteY6" fmla="*/ 0 h 635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3572" h="63572">
                                      <a:moveTo>
                                        <a:pt x="4058" y="0"/>
                                      </a:moveTo>
                                      <a:cubicBezTo>
                                        <a:pt x="1353" y="0"/>
                                        <a:pt x="0" y="1353"/>
                                        <a:pt x="0" y="4058"/>
                                      </a:cubicBezTo>
                                      <a:cubicBezTo>
                                        <a:pt x="0" y="6763"/>
                                        <a:pt x="1353" y="8116"/>
                                        <a:pt x="4058" y="8116"/>
                                      </a:cubicBezTo>
                                      <a:cubicBezTo>
                                        <a:pt x="32462" y="8116"/>
                                        <a:pt x="55457" y="31110"/>
                                        <a:pt x="55457" y="59514"/>
                                      </a:cubicBezTo>
                                      <a:cubicBezTo>
                                        <a:pt x="55457" y="62220"/>
                                        <a:pt x="56809" y="63572"/>
                                        <a:pt x="59514" y="63572"/>
                                      </a:cubicBezTo>
                                      <a:cubicBezTo>
                                        <a:pt x="62220" y="63572"/>
                                        <a:pt x="63572" y="62220"/>
                                        <a:pt x="63572" y="59514"/>
                                      </a:cubicBezTo>
                                      <a:cubicBezTo>
                                        <a:pt x="63572" y="27052"/>
                                        <a:pt x="36520" y="0"/>
                                        <a:pt x="405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91" name="任意多边形: 形状 42"/>
                              <wps:cNvSpPr/>
                              <wps:spPr>
                                <a:xfrm>
                                  <a:off x="91976" y="64924"/>
                                  <a:ext cx="32462" cy="32462"/>
                                </a:xfrm>
                                <a:custGeom>
                                  <a:avLst/>
                                  <a:gdLst>
                                    <a:gd name="connsiteX0" fmla="*/ 24347 w 32462"/>
                                    <a:gd name="connsiteY0" fmla="*/ 28405 h 32462"/>
                                    <a:gd name="connsiteX1" fmla="*/ 28405 w 32462"/>
                                    <a:gd name="connsiteY1" fmla="*/ 32462 h 32462"/>
                                    <a:gd name="connsiteX2" fmla="*/ 32462 w 32462"/>
                                    <a:gd name="connsiteY2" fmla="*/ 28405 h 32462"/>
                                    <a:gd name="connsiteX3" fmla="*/ 4058 w 32462"/>
                                    <a:gd name="connsiteY3" fmla="*/ 0 h 32462"/>
                                    <a:gd name="connsiteX4" fmla="*/ 0 w 32462"/>
                                    <a:gd name="connsiteY4" fmla="*/ 4058 h 32462"/>
                                    <a:gd name="connsiteX5" fmla="*/ 4058 w 32462"/>
                                    <a:gd name="connsiteY5" fmla="*/ 8116 h 32462"/>
                                    <a:gd name="connsiteX6" fmla="*/ 24347 w 32462"/>
                                    <a:gd name="connsiteY6" fmla="*/ 28405 h 324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2462" h="32462">
                                      <a:moveTo>
                                        <a:pt x="24347" y="28405"/>
                                      </a:moveTo>
                                      <a:cubicBezTo>
                                        <a:pt x="24347" y="31110"/>
                                        <a:pt x="25699" y="32462"/>
                                        <a:pt x="28405" y="32462"/>
                                      </a:cubicBezTo>
                                      <a:cubicBezTo>
                                        <a:pt x="31110" y="32462"/>
                                        <a:pt x="32462" y="31110"/>
                                        <a:pt x="32462" y="28405"/>
                                      </a:cubicBezTo>
                                      <a:cubicBezTo>
                                        <a:pt x="32462" y="12173"/>
                                        <a:pt x="20289" y="0"/>
                                        <a:pt x="4058" y="0"/>
                                      </a:cubicBezTo>
                                      <a:cubicBezTo>
                                        <a:pt x="2705" y="0"/>
                                        <a:pt x="0" y="1353"/>
                                        <a:pt x="0" y="4058"/>
                                      </a:cubicBezTo>
                                      <a:cubicBezTo>
                                        <a:pt x="0" y="6763"/>
                                        <a:pt x="1353" y="8116"/>
                                        <a:pt x="4058" y="8116"/>
                                      </a:cubicBezTo>
                                      <a:cubicBezTo>
                                        <a:pt x="14879" y="8116"/>
                                        <a:pt x="24347" y="17584"/>
                                        <a:pt x="24347" y="284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92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图形 15" o:spid="_x0000_s1026" o:spt="203" style="position:absolute;left:0pt;margin-left:6.7pt;margin-top:6.2pt;height:9.15pt;width:9.2pt;z-index:251670528;mso-width-relative:page;mso-height-relative:page;" coordorigin="37519,37872" coordsize="116676,116323" o:gfxdata="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">
                      <o:lock v:ext="edit" aspectratio="f"/>
                      <v:shape id="任意多边形: 形状 39" o:spid="_x0000_s1026" o:spt="100" style="position:absolute;left:37519;top:48693;height:105502;width:104465;v-text-anchor:middle;" fillcolor="#FFFFFF" filled="t" stroked="f" coordsize="104465,105502" o:gfxdata="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0aXqK7AAAA2wAAAA8AAAAAAAAAAQAgAAAAOAAAAGRycy9kb3ducmV2Lnht&#10;bFBLAQIUABQAAAAIAIdO4kAzLwWeOwAAADkAAAAQAAAAAAAAAAEAIAAAACABAABkcnMvc2hhcGV4&#10;bWwueG1sUEsFBgAAAAAGAAYAWwEAAMoDAAAAAA==&#10;" path="m92330,62220c89625,59514,81509,55457,72041,60867c67983,63572,65278,64925,62573,64925c59868,64925,55810,63572,53105,60867l53105,60867,53105,60867,42284,51399,42284,51399c40931,50046,38226,41931,42284,36520l42284,35168c42284,35168,43637,33815,43637,33815c47694,25699,49047,22994,43637,14879l32816,4058c32816,2705,30111,0,24700,0c20642,0,16585,0,12527,4058l12527,4058c12527,4058,5764,12173,1706,22994c-999,33815,-2352,50046,12527,64925l39579,91977,39579,91977c39579,91977,46342,98740,57163,102798c61220,104150,65278,105503,69336,105503c80157,105503,89625,101445,100446,93329l100446,93329c103151,90624,107209,82509,101798,74393l92330,62220xm96388,85214l96388,85214,96388,85214c89625,90624,84215,93329,77452,94682c76099,94682,73394,94682,72041,94682c69336,94682,65278,94682,62573,93329c53105,91977,47694,86566,46342,85214l19290,58162c13879,52751,11174,47341,9822,41931c8469,36520,8469,32462,9822,27052c12527,18936,16585,12173,17937,10821l17937,10821,17937,10821c19290,9468,20642,9468,21995,9468c23348,9468,24700,10821,26053,10821l36874,18936,36874,18936c38226,21642,38226,22994,38226,22994c38226,24347,36874,25699,35521,28405l35521,29757c35521,29757,34168,31110,34168,31110l34168,31110c31463,36520,30111,41931,31463,47341c32816,51399,34168,54104,34168,55457l46342,67630,46342,67630c59868,77098,70689,71688,77452,67630c81509,64925,84215,66277,85567,67630l96388,78451,96388,78451c97741,81156,97741,83861,96388,85214xe">
                        <v:path o:connectlocs="92330,62220;72041,60867;62573,64925;53105,60867;53105,60867;53105,60867;42284,51399;42284,51399;42284,36520;42284,35168;43637,33815;43637,14879;32816,4058;24700,0;12527,4058;12527,4058;1706,22994;12527,64925;39579,91977;39579,91977;57163,102798;69336,105503;100446,93329;100446,93329;101798,74393;92330,62220;96388,85214;96388,85214;96388,85214;77452,94682;72041,94682;62573,93329;46342,85214;19290,58162;9822,41931;9822,27052;17937,10821;17937,10821;17937,10821;21995,9468;26053,10821;36874,18936;36874,18936;38226,22994;35521,28405;35521,29757;34168,31110;34168,31110;31463,47341;34168,55457;46342,67630;46342,67630;77452,67630;85567,67630;96388,78451;96388,78451;96388,85214" o:connectangles="0,0,0,0,0,0,0,0,0,0,0,0,0,0,0,0,0,0,0,0,0,0,0,0,0,0,0,0,0,0,0,0,0,0,0,0,0,0,0,0,0,0,0,0,0,0,0,0,0,0,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40" o:spid="_x0000_s1026" o:spt="100" style="position:absolute;left:90624;top:37872;height:63572;width:63572;v-text-anchor:middle;" fillcolor="#FFFFFF" filled="t" stroked="f" coordsize="63572,63572" o:gfxdata="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+ejoDvAAAANsAAAAPAAAAAAAAAAEAIAAAADgAAABkcnMvZG93bnJldi54&#10;bWxQSwECFAAUAAAACACHTuJAMy8FnjsAAAA5AAAAEAAAAAAAAAABACAAAAAhAQAAZHJzL3NoYXBl&#10;eG1sLnhtbFBLBQYAAAAABgAGAFsBAADLAwAAAAA=&#10;" path="m4058,0c1353,0,0,1353,0,4058c0,6763,1353,8116,4058,8116c32462,8116,55457,31110,55457,59514c55457,62220,56809,63572,59514,63572c62220,63572,63572,62220,63572,59514c63572,27052,36520,0,4058,0xe">
                        <v:path o:connectlocs="4058,0;0,4058;4058,8116;55457,59514;59514,63572;63572,59514;4058,0" o:connectangles="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  <v:shape id="任意多边形: 形状 42" o:spid="_x0000_s1026" o:spt="100" style="position:absolute;left:91976;top:64924;height:32462;width:32462;v-text-anchor:middle;" fillcolor="#FFFFFF" filled="t" stroked="f" coordsize="32462,32462" o:gfxdata="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0tTfUvwAAANsAAAAPAAAAAAAAAAEAIAAAADgAAABkcnMvZG93bnJl&#10;di54bWxQSwECFAAUAAAACACHTuJAMy8FnjsAAAA5AAAAEAAAAAAAAAABACAAAAAkAQAAZHJzL3No&#10;YXBleG1sLnhtbFBLBQYAAAAABgAGAFsBAADOAwAAAAA=&#10;" path="m24347,28405c24347,31110,25699,32462,28405,32462c31110,32462,32462,31110,32462,28405c32462,12173,20289,0,4058,0c2705,0,0,1353,0,4058c0,6763,1353,8116,4058,8116c14879,8116,24347,17584,24347,28405xe">
                        <v:path o:connectlocs="24347,28405;28405,32462;32462,28405;4058,0;0,4058;4058,8116;24347,28405" o:connectangles="0,0,0,0,0,0,0"/>
                        <v:fill on="t" focussize="0,0"/>
                        <v:stroke on="f" weight="1.01787401574803pt" joinstyle="miter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电 </w:t>
            </w:r>
            <w:r>
              <w:rPr>
                <w:rFonts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话：66****41</w:t>
            </w:r>
          </w:p>
        </w:tc>
        <w:tc>
          <w:tcPr>
            <w:tcW w:w="3980" w:type="dxa"/>
          </w:tcPr>
          <w:p w14:paraId="4B956FEB">
            <w:pPr>
              <w:spacing w:line="400" w:lineRule="exact"/>
              <w:ind w:left="420" w:leftChars="200" w:right="71" w:rightChars="34"/>
              <w:textAlignment w:val="center"/>
              <w:rPr>
                <w:rFonts w:ascii="微软雅黑" w:hAnsi="微软雅黑" w:eastAsia="微软雅黑" w:cs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45720</wp:posOffset>
                      </wp:positionV>
                      <wp:extent cx="181610" cy="181610"/>
                      <wp:effectExtent l="0" t="0" r="8890" b="8890"/>
                      <wp:wrapNone/>
                      <wp:docPr id="9" name="任意多边形: 形状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96" cy="181696"/>
                              </a:xfrm>
                              <a:custGeom>
                                <a:avLst/>
                                <a:gdLst>
                                  <a:gd name="connsiteX0" fmla="*/ 0 w 181696"/>
                                  <a:gd name="connsiteY0" fmla="*/ 90848 h 181696"/>
                                  <a:gd name="connsiteX1" fmla="*/ 90848 w 181696"/>
                                  <a:gd name="connsiteY1" fmla="*/ 0 h 181696"/>
                                  <a:gd name="connsiteX2" fmla="*/ 181696 w 181696"/>
                                  <a:gd name="connsiteY2" fmla="*/ 90848 h 181696"/>
                                  <a:gd name="connsiteX3" fmla="*/ 90848 w 181696"/>
                                  <a:gd name="connsiteY3" fmla="*/ 181696 h 181696"/>
                                  <a:gd name="connsiteX4" fmla="*/ 0 w 181696"/>
                                  <a:gd name="connsiteY4" fmla="*/ 90848 h 1816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1696" h="181696">
                                    <a:moveTo>
                                      <a:pt x="0" y="90848"/>
                                    </a:moveTo>
                                    <a:cubicBezTo>
                                      <a:pt x="0" y="40946"/>
                                      <a:pt x="40946" y="0"/>
                                      <a:pt x="90848" y="0"/>
                                    </a:cubicBezTo>
                                    <a:cubicBezTo>
                                      <a:pt x="140751" y="0"/>
                                      <a:pt x="181696" y="40946"/>
                                      <a:pt x="181696" y="90848"/>
                                    </a:cubicBezTo>
                                    <a:cubicBezTo>
                                      <a:pt x="181696" y="140751"/>
                                      <a:pt x="140751" y="181696"/>
                                      <a:pt x="90848" y="181696"/>
                                    </a:cubicBezTo>
                                    <a:cubicBezTo>
                                      <a:pt x="40946" y="181696"/>
                                      <a:pt x="0" y="140751"/>
                                      <a:pt x="0" y="908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71C0"/>
                              </a:solidFill>
                              <a:ln w="1224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: 形状 16" o:spid="_x0000_s1026" o:spt="100" style="position:absolute;left:0pt;margin-left:4.15pt;margin-top:3.6pt;height:14.3pt;width:14.3pt;z-index:251671552;v-text-anchor:middle;mso-width-relative:page;mso-height-relative:page;" fillcolor="#0071C0" filled="t" stroked="f" coordsize="181696,181696" o:gfxdata="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FgAAAGRycy9QSwECFAAUAAAACACH&#10;TuJACV/eP9QAAAAFAQAADwAAAAAAAAABACAAAAA4AAAAZHJzL2Rvd25yZXYueG1sUEsBAhQAFAAA&#10;AAgAh07iQDPYaf2lAwAA/wkAAA4AAAAAAAAAAQAgAAAAOQEAAGRycy9lMm9Eb2MueG1sUEsFBgAA&#10;AAAGAAYAWQEAAFAHAAAAAA==&#10;" path="m0,90848c0,40946,40946,0,90848,0c140751,0,181696,40946,181696,90848c181696,140751,140751,181696,90848,181696c40946,181696,0,140751,0,90848e">
                      <v:path o:connectlocs="0,90848;90848,0;181696,90848;90848,181696;0,90848" o:connectangles="0,0,0,0,0"/>
                      <v:fill on="t" focussize="0,0"/>
                      <v:stroke on="f" weight="0.964251968503937pt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84455</wp:posOffset>
                      </wp:positionV>
                      <wp:extent cx="104775" cy="104775"/>
                      <wp:effectExtent l="0" t="0" r="9525" b="9525"/>
                      <wp:wrapNone/>
                      <wp:docPr id="93" name="图形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4923" cy="104923"/>
                                <a:chOff x="38386" y="38386"/>
                                <a:chExt cx="104923" cy="104923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94" name="任意多边形: 形状 23"/>
                              <wps:cNvSpPr/>
                              <wps:spPr>
                                <a:xfrm>
                                  <a:off x="38386" y="38386"/>
                                  <a:ext cx="104923" cy="104923"/>
                                </a:xfrm>
                                <a:custGeom>
                                  <a:avLst/>
                                  <a:gdLst>
                                    <a:gd name="connsiteX0" fmla="*/ 103644 w 104923"/>
                                    <a:gd name="connsiteY0" fmla="*/ 44784 h 104923"/>
                                    <a:gd name="connsiteX1" fmla="*/ 103644 w 104923"/>
                                    <a:gd name="connsiteY1" fmla="*/ 44784 h 104923"/>
                                    <a:gd name="connsiteX2" fmla="*/ 88289 w 104923"/>
                                    <a:gd name="connsiteY2" fmla="*/ 34548 h 104923"/>
                                    <a:gd name="connsiteX3" fmla="*/ 88289 w 104923"/>
                                    <a:gd name="connsiteY3" fmla="*/ 11516 h 104923"/>
                                    <a:gd name="connsiteX4" fmla="*/ 84450 w 104923"/>
                                    <a:gd name="connsiteY4" fmla="*/ 3839 h 104923"/>
                                    <a:gd name="connsiteX5" fmla="*/ 76773 w 104923"/>
                                    <a:gd name="connsiteY5" fmla="*/ 0 h 104923"/>
                                    <a:gd name="connsiteX6" fmla="*/ 76773 w 104923"/>
                                    <a:gd name="connsiteY6" fmla="*/ 0 h 104923"/>
                                    <a:gd name="connsiteX7" fmla="*/ 26871 w 104923"/>
                                    <a:gd name="connsiteY7" fmla="*/ 0 h 104923"/>
                                    <a:gd name="connsiteX8" fmla="*/ 26871 w 104923"/>
                                    <a:gd name="connsiteY8" fmla="*/ 0 h 104923"/>
                                    <a:gd name="connsiteX9" fmla="*/ 19193 w 104923"/>
                                    <a:gd name="connsiteY9" fmla="*/ 2559 h 104923"/>
                                    <a:gd name="connsiteX10" fmla="*/ 15355 w 104923"/>
                                    <a:gd name="connsiteY10" fmla="*/ 11516 h 104923"/>
                                    <a:gd name="connsiteX11" fmla="*/ 15355 w 104923"/>
                                    <a:gd name="connsiteY11" fmla="*/ 35827 h 104923"/>
                                    <a:gd name="connsiteX12" fmla="*/ 1280 w 104923"/>
                                    <a:gd name="connsiteY12" fmla="*/ 44784 h 104923"/>
                                    <a:gd name="connsiteX13" fmla="*/ 0 w 104923"/>
                                    <a:gd name="connsiteY13" fmla="*/ 46064 h 104923"/>
                                    <a:gd name="connsiteX14" fmla="*/ 0 w 104923"/>
                                    <a:gd name="connsiteY14" fmla="*/ 46064 h 104923"/>
                                    <a:gd name="connsiteX15" fmla="*/ 0 w 104923"/>
                                    <a:gd name="connsiteY15" fmla="*/ 92128 h 104923"/>
                                    <a:gd name="connsiteX16" fmla="*/ 3839 w 104923"/>
                                    <a:gd name="connsiteY16" fmla="*/ 101084 h 104923"/>
                                    <a:gd name="connsiteX17" fmla="*/ 12796 w 104923"/>
                                    <a:gd name="connsiteY17" fmla="*/ 104923 h 104923"/>
                                    <a:gd name="connsiteX18" fmla="*/ 93407 w 104923"/>
                                    <a:gd name="connsiteY18" fmla="*/ 104923 h 104923"/>
                                    <a:gd name="connsiteX19" fmla="*/ 104923 w 104923"/>
                                    <a:gd name="connsiteY19" fmla="*/ 92128 h 104923"/>
                                    <a:gd name="connsiteX20" fmla="*/ 103644 w 104923"/>
                                    <a:gd name="connsiteY20" fmla="*/ 44784 h 104923"/>
                                    <a:gd name="connsiteX21" fmla="*/ 103644 w 104923"/>
                                    <a:gd name="connsiteY21" fmla="*/ 44784 h 104923"/>
                                    <a:gd name="connsiteX22" fmla="*/ 103644 w 104923"/>
                                    <a:gd name="connsiteY22" fmla="*/ 44784 h 104923"/>
                                    <a:gd name="connsiteX23" fmla="*/ 88289 w 104923"/>
                                    <a:gd name="connsiteY23" fmla="*/ 43505 h 104923"/>
                                    <a:gd name="connsiteX24" fmla="*/ 97246 w 104923"/>
                                    <a:gd name="connsiteY24" fmla="*/ 48623 h 104923"/>
                                    <a:gd name="connsiteX25" fmla="*/ 88289 w 104923"/>
                                    <a:gd name="connsiteY25" fmla="*/ 53741 h 104923"/>
                                    <a:gd name="connsiteX26" fmla="*/ 88289 w 104923"/>
                                    <a:gd name="connsiteY26" fmla="*/ 43505 h 104923"/>
                                    <a:gd name="connsiteX27" fmla="*/ 23032 w 104923"/>
                                    <a:gd name="connsiteY27" fmla="*/ 12796 h 104923"/>
                                    <a:gd name="connsiteX28" fmla="*/ 24311 w 104923"/>
                                    <a:gd name="connsiteY28" fmla="*/ 8957 h 104923"/>
                                    <a:gd name="connsiteX29" fmla="*/ 28150 w 104923"/>
                                    <a:gd name="connsiteY29" fmla="*/ 6398 h 104923"/>
                                    <a:gd name="connsiteX30" fmla="*/ 75493 w 104923"/>
                                    <a:gd name="connsiteY30" fmla="*/ 6398 h 104923"/>
                                    <a:gd name="connsiteX31" fmla="*/ 80612 w 104923"/>
                                    <a:gd name="connsiteY31" fmla="*/ 11516 h 104923"/>
                                    <a:gd name="connsiteX32" fmla="*/ 80612 w 104923"/>
                                    <a:gd name="connsiteY32" fmla="*/ 56300 h 104923"/>
                                    <a:gd name="connsiteX33" fmla="*/ 52462 w 104923"/>
                                    <a:gd name="connsiteY33" fmla="*/ 74214 h 104923"/>
                                    <a:gd name="connsiteX34" fmla="*/ 23032 w 104923"/>
                                    <a:gd name="connsiteY34" fmla="*/ 56300 h 104923"/>
                                    <a:gd name="connsiteX35" fmla="*/ 23032 w 104923"/>
                                    <a:gd name="connsiteY35" fmla="*/ 12796 h 104923"/>
                                    <a:gd name="connsiteX36" fmla="*/ 15355 w 104923"/>
                                    <a:gd name="connsiteY36" fmla="*/ 43505 h 104923"/>
                                    <a:gd name="connsiteX37" fmla="*/ 15355 w 104923"/>
                                    <a:gd name="connsiteY37" fmla="*/ 53741 h 104923"/>
                                    <a:gd name="connsiteX38" fmla="*/ 7677 w 104923"/>
                                    <a:gd name="connsiteY38" fmla="*/ 48623 h 104923"/>
                                    <a:gd name="connsiteX39" fmla="*/ 15355 w 104923"/>
                                    <a:gd name="connsiteY39" fmla="*/ 43505 h 104923"/>
                                    <a:gd name="connsiteX40" fmla="*/ 95966 w 104923"/>
                                    <a:gd name="connsiteY40" fmla="*/ 95966 h 104923"/>
                                    <a:gd name="connsiteX41" fmla="*/ 95966 w 104923"/>
                                    <a:gd name="connsiteY41" fmla="*/ 95966 h 104923"/>
                                    <a:gd name="connsiteX42" fmla="*/ 93407 w 104923"/>
                                    <a:gd name="connsiteY42" fmla="*/ 97246 h 104923"/>
                                    <a:gd name="connsiteX43" fmla="*/ 11516 w 104923"/>
                                    <a:gd name="connsiteY43" fmla="*/ 97246 h 104923"/>
                                    <a:gd name="connsiteX44" fmla="*/ 11516 w 104923"/>
                                    <a:gd name="connsiteY44" fmla="*/ 97246 h 104923"/>
                                    <a:gd name="connsiteX45" fmla="*/ 8957 w 104923"/>
                                    <a:gd name="connsiteY45" fmla="*/ 95966 h 104923"/>
                                    <a:gd name="connsiteX46" fmla="*/ 7677 w 104923"/>
                                    <a:gd name="connsiteY46" fmla="*/ 93407 h 104923"/>
                                    <a:gd name="connsiteX47" fmla="*/ 7677 w 104923"/>
                                    <a:gd name="connsiteY47" fmla="*/ 56300 h 104923"/>
                                    <a:gd name="connsiteX48" fmla="*/ 51182 w 104923"/>
                                    <a:gd name="connsiteY48" fmla="*/ 80612 h 104923"/>
                                    <a:gd name="connsiteX49" fmla="*/ 53741 w 104923"/>
                                    <a:gd name="connsiteY49" fmla="*/ 80612 h 104923"/>
                                    <a:gd name="connsiteX50" fmla="*/ 98525 w 104923"/>
                                    <a:gd name="connsiteY50" fmla="*/ 55021 h 104923"/>
                                    <a:gd name="connsiteX51" fmla="*/ 98525 w 104923"/>
                                    <a:gd name="connsiteY51" fmla="*/ 90848 h 104923"/>
                                    <a:gd name="connsiteX52" fmla="*/ 95966 w 104923"/>
                                    <a:gd name="connsiteY52" fmla="*/ 95966 h 1049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</a:cxnLst>
                                  <a:rect l="l" t="t" r="r" b="b"/>
                                  <a:pathLst>
                                    <a:path w="104923" h="104923">
                                      <a:moveTo>
                                        <a:pt x="103644" y="44784"/>
                                      </a:moveTo>
                                      <a:cubicBezTo>
                                        <a:pt x="103644" y="44784"/>
                                        <a:pt x="103644" y="44784"/>
                                        <a:pt x="103644" y="44784"/>
                                      </a:cubicBezTo>
                                      <a:lnTo>
                                        <a:pt x="88289" y="34548"/>
                                      </a:lnTo>
                                      <a:lnTo>
                                        <a:pt x="88289" y="11516"/>
                                      </a:lnTo>
                                      <a:cubicBezTo>
                                        <a:pt x="88289" y="8957"/>
                                        <a:pt x="87009" y="5118"/>
                                        <a:pt x="84450" y="3839"/>
                                      </a:cubicBezTo>
                                      <a:cubicBezTo>
                                        <a:pt x="83171" y="1280"/>
                                        <a:pt x="79332" y="0"/>
                                        <a:pt x="76773" y="0"/>
                                      </a:cubicBezTo>
                                      <a:cubicBezTo>
                                        <a:pt x="76773" y="0"/>
                                        <a:pt x="76773" y="0"/>
                                        <a:pt x="76773" y="0"/>
                                      </a:cubicBezTo>
                                      <a:lnTo>
                                        <a:pt x="26871" y="0"/>
                                      </a:lnTo>
                                      <a:lnTo>
                                        <a:pt x="26871" y="0"/>
                                      </a:lnTo>
                                      <a:cubicBezTo>
                                        <a:pt x="24311" y="0"/>
                                        <a:pt x="21752" y="1280"/>
                                        <a:pt x="19193" y="2559"/>
                                      </a:cubicBezTo>
                                      <a:cubicBezTo>
                                        <a:pt x="16634" y="5118"/>
                                        <a:pt x="15355" y="7677"/>
                                        <a:pt x="15355" y="11516"/>
                                      </a:cubicBezTo>
                                      <a:lnTo>
                                        <a:pt x="15355" y="35827"/>
                                      </a:lnTo>
                                      <a:lnTo>
                                        <a:pt x="1280" y="44784"/>
                                      </a:lnTo>
                                      <a:cubicBezTo>
                                        <a:pt x="0" y="44784"/>
                                        <a:pt x="0" y="46064"/>
                                        <a:pt x="0" y="46064"/>
                                      </a:cubicBezTo>
                                      <a:lnTo>
                                        <a:pt x="0" y="46064"/>
                                      </a:lnTo>
                                      <a:lnTo>
                                        <a:pt x="0" y="92128"/>
                                      </a:lnTo>
                                      <a:cubicBezTo>
                                        <a:pt x="0" y="95966"/>
                                        <a:pt x="1280" y="98525"/>
                                        <a:pt x="3839" y="101084"/>
                                      </a:cubicBezTo>
                                      <a:cubicBezTo>
                                        <a:pt x="6398" y="103644"/>
                                        <a:pt x="8957" y="104923"/>
                                        <a:pt x="12796" y="104923"/>
                                      </a:cubicBezTo>
                                      <a:lnTo>
                                        <a:pt x="93407" y="104923"/>
                                      </a:lnTo>
                                      <a:cubicBezTo>
                                        <a:pt x="99805" y="104923"/>
                                        <a:pt x="104923" y="99805"/>
                                        <a:pt x="104923" y="92128"/>
                                      </a:cubicBezTo>
                                      <a:lnTo>
                                        <a:pt x="103644" y="44784"/>
                                      </a:lnTo>
                                      <a:lnTo>
                                        <a:pt x="103644" y="44784"/>
                                      </a:lnTo>
                                      <a:lnTo>
                                        <a:pt x="103644" y="44784"/>
                                      </a:lnTo>
                                      <a:close/>
                                      <a:moveTo>
                                        <a:pt x="88289" y="43505"/>
                                      </a:moveTo>
                                      <a:lnTo>
                                        <a:pt x="97246" y="48623"/>
                                      </a:lnTo>
                                      <a:lnTo>
                                        <a:pt x="88289" y="53741"/>
                                      </a:lnTo>
                                      <a:lnTo>
                                        <a:pt x="88289" y="43505"/>
                                      </a:lnTo>
                                      <a:close/>
                                      <a:moveTo>
                                        <a:pt x="23032" y="12796"/>
                                      </a:moveTo>
                                      <a:cubicBezTo>
                                        <a:pt x="23032" y="11516"/>
                                        <a:pt x="23032" y="10236"/>
                                        <a:pt x="24311" y="8957"/>
                                      </a:cubicBezTo>
                                      <a:cubicBezTo>
                                        <a:pt x="25591" y="7677"/>
                                        <a:pt x="26871" y="6398"/>
                                        <a:pt x="28150" y="6398"/>
                                      </a:cubicBezTo>
                                      <a:lnTo>
                                        <a:pt x="75493" y="6398"/>
                                      </a:lnTo>
                                      <a:cubicBezTo>
                                        <a:pt x="78053" y="6398"/>
                                        <a:pt x="80612" y="8957"/>
                                        <a:pt x="80612" y="11516"/>
                                      </a:cubicBezTo>
                                      <a:lnTo>
                                        <a:pt x="80612" y="56300"/>
                                      </a:lnTo>
                                      <a:lnTo>
                                        <a:pt x="52462" y="74214"/>
                                      </a:lnTo>
                                      <a:lnTo>
                                        <a:pt x="23032" y="56300"/>
                                      </a:lnTo>
                                      <a:lnTo>
                                        <a:pt x="23032" y="12796"/>
                                      </a:lnTo>
                                      <a:close/>
                                      <a:moveTo>
                                        <a:pt x="15355" y="43505"/>
                                      </a:moveTo>
                                      <a:lnTo>
                                        <a:pt x="15355" y="53741"/>
                                      </a:lnTo>
                                      <a:lnTo>
                                        <a:pt x="7677" y="48623"/>
                                      </a:lnTo>
                                      <a:lnTo>
                                        <a:pt x="15355" y="43505"/>
                                      </a:lnTo>
                                      <a:close/>
                                      <a:moveTo>
                                        <a:pt x="95966" y="95966"/>
                                      </a:moveTo>
                                      <a:lnTo>
                                        <a:pt x="95966" y="95966"/>
                                      </a:lnTo>
                                      <a:cubicBezTo>
                                        <a:pt x="94687" y="97246"/>
                                        <a:pt x="93407" y="97246"/>
                                        <a:pt x="93407" y="97246"/>
                                      </a:cubicBezTo>
                                      <a:lnTo>
                                        <a:pt x="11516" y="97246"/>
                                      </a:lnTo>
                                      <a:cubicBezTo>
                                        <a:pt x="11516" y="97246"/>
                                        <a:pt x="11516" y="97246"/>
                                        <a:pt x="11516" y="97246"/>
                                      </a:cubicBezTo>
                                      <a:cubicBezTo>
                                        <a:pt x="10236" y="97246"/>
                                        <a:pt x="8957" y="97246"/>
                                        <a:pt x="8957" y="95966"/>
                                      </a:cubicBezTo>
                                      <a:cubicBezTo>
                                        <a:pt x="7677" y="94687"/>
                                        <a:pt x="7677" y="93407"/>
                                        <a:pt x="7677" y="93407"/>
                                      </a:cubicBezTo>
                                      <a:lnTo>
                                        <a:pt x="7677" y="56300"/>
                                      </a:lnTo>
                                      <a:lnTo>
                                        <a:pt x="51182" y="80612"/>
                                      </a:lnTo>
                                      <a:cubicBezTo>
                                        <a:pt x="52462" y="80612"/>
                                        <a:pt x="52462" y="80612"/>
                                        <a:pt x="53741" y="80612"/>
                                      </a:cubicBezTo>
                                      <a:lnTo>
                                        <a:pt x="98525" y="55021"/>
                                      </a:lnTo>
                                      <a:lnTo>
                                        <a:pt x="98525" y="90848"/>
                                      </a:lnTo>
                                      <a:cubicBezTo>
                                        <a:pt x="97246" y="93407"/>
                                        <a:pt x="97246" y="94687"/>
                                        <a:pt x="95966" y="959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24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g:grpSp>
                              <wpg:cNvPr id="95" name="图形 9"/>
                              <wpg:cNvGrpSpPr/>
                              <wpg:grpSpPr>
                                <a:xfrm>
                                  <a:off x="67816" y="66536"/>
                                  <a:ext cx="44784" cy="24311"/>
                                  <a:chOff x="67816" y="66536"/>
                                  <a:chExt cx="44784" cy="24311"/>
                                </a:xfrm>
                                <a:solidFill>
                                  <a:srgbClr val="FFFFFF"/>
                                </a:solidFill>
                              </wpg:grpSpPr>
                              <wps:wsp>
                                <wps:cNvPr id="96" name="任意多边形: 形状 26"/>
                                <wps:cNvSpPr/>
                                <wps:spPr>
                                  <a:xfrm>
                                    <a:off x="67816" y="66536"/>
                                    <a:ext cx="25591" cy="7677"/>
                                  </a:xfrm>
                                  <a:custGeom>
                                    <a:avLst/>
                                    <a:gdLst>
                                      <a:gd name="connsiteX0" fmla="*/ 3839 w 25591"/>
                                      <a:gd name="connsiteY0" fmla="*/ 7677 h 7677"/>
                                      <a:gd name="connsiteX1" fmla="*/ 21752 w 25591"/>
                                      <a:gd name="connsiteY1" fmla="*/ 7677 h 7677"/>
                                      <a:gd name="connsiteX2" fmla="*/ 25591 w 25591"/>
                                      <a:gd name="connsiteY2" fmla="*/ 3839 h 7677"/>
                                      <a:gd name="connsiteX3" fmla="*/ 21752 w 25591"/>
                                      <a:gd name="connsiteY3" fmla="*/ 0 h 7677"/>
                                      <a:gd name="connsiteX4" fmla="*/ 3839 w 25591"/>
                                      <a:gd name="connsiteY4" fmla="*/ 0 h 7677"/>
                                      <a:gd name="connsiteX5" fmla="*/ 0 w 25591"/>
                                      <a:gd name="connsiteY5" fmla="*/ 3839 h 7677"/>
                                      <a:gd name="connsiteX6" fmla="*/ 3839 w 25591"/>
                                      <a:gd name="connsiteY6" fmla="*/ 7677 h 76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5591" h="7677">
                                        <a:moveTo>
                                          <a:pt x="3839" y="7677"/>
                                        </a:moveTo>
                                        <a:lnTo>
                                          <a:pt x="21752" y="7677"/>
                                        </a:lnTo>
                                        <a:cubicBezTo>
                                          <a:pt x="24311" y="7677"/>
                                          <a:pt x="25591" y="6398"/>
                                          <a:pt x="25591" y="3839"/>
                                        </a:cubicBezTo>
                                        <a:cubicBezTo>
                                          <a:pt x="25591" y="1280"/>
                                          <a:pt x="24311" y="0"/>
                                          <a:pt x="21752" y="0"/>
                                        </a:cubicBezTo>
                                        <a:lnTo>
                                          <a:pt x="3839" y="0"/>
                                        </a:lnTo>
                                        <a:cubicBezTo>
                                          <a:pt x="1280" y="0"/>
                                          <a:pt x="0" y="1280"/>
                                          <a:pt x="0" y="3839"/>
                                        </a:cubicBezTo>
                                        <a:cubicBezTo>
                                          <a:pt x="0" y="6398"/>
                                          <a:pt x="2559" y="7677"/>
                                          <a:pt x="3839" y="767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2246" cap="flat">
                                    <a:noFill/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97" name="任意多边形: 形状 28"/>
                                <wps:cNvSpPr/>
                                <wps:spPr>
                                  <a:xfrm>
                                    <a:off x="67816" y="83170"/>
                                    <a:ext cx="44784" cy="7677"/>
                                  </a:xfrm>
                                  <a:custGeom>
                                    <a:avLst/>
                                    <a:gdLst>
                                      <a:gd name="connsiteX0" fmla="*/ 44784 w 44784"/>
                                      <a:gd name="connsiteY0" fmla="*/ 3839 h 7677"/>
                                      <a:gd name="connsiteX1" fmla="*/ 44784 w 44784"/>
                                      <a:gd name="connsiteY1" fmla="*/ 3839 h 7677"/>
                                      <a:gd name="connsiteX2" fmla="*/ 40946 w 44784"/>
                                      <a:gd name="connsiteY2" fmla="*/ 0 h 7677"/>
                                      <a:gd name="connsiteX3" fmla="*/ 3839 w 44784"/>
                                      <a:gd name="connsiteY3" fmla="*/ 0 h 7677"/>
                                      <a:gd name="connsiteX4" fmla="*/ 0 w 44784"/>
                                      <a:gd name="connsiteY4" fmla="*/ 3839 h 7677"/>
                                      <a:gd name="connsiteX5" fmla="*/ 3839 w 44784"/>
                                      <a:gd name="connsiteY5" fmla="*/ 7677 h 7677"/>
                                      <a:gd name="connsiteX6" fmla="*/ 40946 w 44784"/>
                                      <a:gd name="connsiteY6" fmla="*/ 7677 h 7677"/>
                                      <a:gd name="connsiteX7" fmla="*/ 43505 w 44784"/>
                                      <a:gd name="connsiteY7" fmla="*/ 6398 h 7677"/>
                                      <a:gd name="connsiteX8" fmla="*/ 44784 w 44784"/>
                                      <a:gd name="connsiteY8" fmla="*/ 3839 h 76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44784" h="7677">
                                        <a:moveTo>
                                          <a:pt x="44784" y="3839"/>
                                        </a:moveTo>
                                        <a:lnTo>
                                          <a:pt x="44784" y="3839"/>
                                        </a:lnTo>
                                        <a:cubicBezTo>
                                          <a:pt x="44784" y="1280"/>
                                          <a:pt x="43505" y="0"/>
                                          <a:pt x="40946" y="0"/>
                                        </a:cubicBezTo>
                                        <a:lnTo>
                                          <a:pt x="3839" y="0"/>
                                        </a:lnTo>
                                        <a:cubicBezTo>
                                          <a:pt x="1280" y="0"/>
                                          <a:pt x="0" y="1280"/>
                                          <a:pt x="0" y="3839"/>
                                        </a:cubicBezTo>
                                        <a:cubicBezTo>
                                          <a:pt x="0" y="6398"/>
                                          <a:pt x="1280" y="7677"/>
                                          <a:pt x="3839" y="7677"/>
                                        </a:cubicBezTo>
                                        <a:lnTo>
                                          <a:pt x="40946" y="7677"/>
                                        </a:lnTo>
                                        <a:cubicBezTo>
                                          <a:pt x="42225" y="7677"/>
                                          <a:pt x="43505" y="7677"/>
                                          <a:pt x="43505" y="6398"/>
                                        </a:cubicBezTo>
                                        <a:cubicBezTo>
                                          <a:pt x="44784" y="5118"/>
                                          <a:pt x="44784" y="3839"/>
                                          <a:pt x="44784" y="383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2246" cap="flat">
                                    <a:noFill/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图形 9" o:spid="_x0000_s1026" o:spt="203" style="position:absolute;left:0pt;margin-left:7.2pt;margin-top:6.65pt;height:8.25pt;width:8.25pt;z-index:251672576;mso-width-relative:page;mso-height-relative:page;" coordorigin="38386,38386" coordsize="104923,104923" o:gfxdata="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">
                      <o:lock v:ext="edit" aspectratio="f"/>
                      <v:shape id="任意多边形: 形状 23" o:spid="_x0000_s1026" o:spt="100" style="position:absolute;left:38386;top:38386;height:104923;width:104923;v-text-anchor:middle;" fillcolor="#FFFFFF" filled="t" stroked="f" coordsize="104923,104923" o:gfxdata="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87pQe+AAAA2wAAAA8AAAAAAAAAAQAgAAAAOAAAAGRycy9kb3ducmV2&#10;LnhtbFBLAQIUABQAAAAIAIdO4kAzLwWeOwAAADkAAAAQAAAAAAAAAAEAIAAAACMBAABkcnMvc2hh&#10;cGV4bWwueG1sUEsFBgAAAAAGAAYAWwEAAM0DAAAAAA==&#10;" path="m103644,44784c103644,44784,103644,44784,103644,44784l88289,34548,88289,11516c88289,8957,87009,5118,84450,3839c83171,1280,79332,0,76773,0c76773,0,76773,0,76773,0l26871,0,26871,0c24311,0,21752,1280,19193,2559c16634,5118,15355,7677,15355,11516l15355,35827,1280,44784c0,44784,0,46064,0,46064l0,46064,0,92128c0,95966,1280,98525,3839,101084c6398,103644,8957,104923,12796,104923l93407,104923c99805,104923,104923,99805,104923,92128l103644,44784,103644,44784,103644,44784xm88289,43505l97246,48623,88289,53741,88289,43505xm23032,12796c23032,11516,23032,10236,24311,8957c25591,7677,26871,6398,28150,6398l75493,6398c78053,6398,80612,8957,80612,11516l80612,56300,52462,74214,23032,56300,23032,12796xm15355,43505l15355,53741,7677,48623,15355,43505xm95966,95966l95966,95966c94687,97246,93407,97246,93407,97246l11516,97246c11516,97246,11516,97246,11516,97246c10236,97246,8957,97246,8957,95966c7677,94687,7677,93407,7677,93407l7677,56300,51182,80612c52462,80612,52462,80612,53741,80612l98525,55021,98525,90848c97246,93407,97246,94687,95966,95966xe">
                        <v:path o:connectlocs="103644,44784;103644,44784;88289,34548;88289,11516;84450,3839;76773,0;76773,0;26871,0;26871,0;19193,2559;15355,11516;15355,35827;1280,44784;0,46064;0,46064;0,92128;3839,101084;12796,104923;93407,104923;104923,92128;103644,44784;103644,44784;103644,44784;88289,43505;97246,48623;88289,53741;88289,43505;23032,12796;24311,8957;28150,6398;75493,6398;80612,11516;80612,56300;52462,74214;23032,56300;23032,12796;15355,43505;15355,53741;7677,48623;15355,43505;95966,95966;95966,95966;93407,97246;11516,97246;11516,97246;8957,95966;7677,93407;7677,56300;51182,80612;53741,80612;98525,55021;98525,90848;95966,95966" o:connectangles="0,0,0,0,0,0,0,0,0,0,0,0,0,0,0,0,0,0,0,0,0,0,0,0,0,0,0,0,0,0,0,0,0,0,0,0,0,0,0,0,0,0,0,0,0,0,0,0,0,0,0,0,0"/>
                        <v:fill on="t" focussize="0,0"/>
                        <v:stroke on="f" weight="0.964251968503937pt" joinstyle="miter"/>
                        <v:imagedata o:title=""/>
                        <o:lock v:ext="edit" aspectratio="f"/>
                      </v:shape>
                      <v:group id="图形 9" o:spid="_x0000_s1026" o:spt="203" style="position:absolute;left:67816;top:66536;height:24311;width:44784;" coordorigin="67816,66536" coordsize="44784,24311" o:gfxdata="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+qMde9AAAA2wAAAA8AAAAAAAAAAQAg&#10;AAAAOAAAAGRycy9kb3ducmV2LnhtbFBLAQIUABQAAAAIAIdO4kAzLwWeOwAAADkAAAAVAAAAAAAA&#10;AAEAIAAAACIBAABkcnMvZ3JvdXBzaGFwZXhtbC54bWxQSwUGAAAAAAYABgBgAQAA3wMAAAAA&#10;">
                        <o:lock v:ext="edit" aspectratio="f"/>
                        <v:shape id="任意多边形: 形状 26" o:spid="_x0000_s1026" o:spt="100" style="position:absolute;left:67816;top:66536;height:7677;width:25591;v-text-anchor:middle;" fillcolor="#FFFFFF" filled="t" stroked="f" coordsize="25591,7677" o:gfxdata="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ASCAYS4AAAA2wAAAA8AAAAAAAAAAQAgAAAAOAAAAGRycy9kb3ducmV2LnhtbFBL&#10;AQIUABQAAAAIAIdO4kAzLwWeOwAAADkAAAAQAAAAAAAAAAEAIAAAAB0BAABkcnMvc2hhcGV4bWwu&#10;eG1sUEsFBgAAAAAGAAYAWwEAAMcDAAAAAA==&#10;" path="m3839,7677l21752,7677c24311,7677,25591,6398,25591,3839c25591,1280,24311,0,21752,0l3839,0c1280,0,0,1280,0,3839c0,6398,2559,7677,3839,7677xe">
                          <v:path o:connectlocs="3839,7677;21752,7677;25591,3839;21752,0;3839,0;0,3839;3839,7677" o:connectangles="0,0,0,0,0,0,0"/>
                          <v:fill on="t" focussize="0,0"/>
                          <v:stroke on="f" weight="0.964251968503937pt" joinstyle="miter"/>
                          <v:imagedata o:title=""/>
                          <o:lock v:ext="edit" aspectratio="f"/>
                        </v:shape>
                        <v:shape id="任意多边形: 形状 28" o:spid="_x0000_s1026" o:spt="100" style="position:absolute;left:67816;top:83170;height:7677;width:44784;v-text-anchor:middle;" fillcolor="#FFFFFF" filled="t" stroked="f" coordsize="44784,7677" o:gfxdata="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dlVxe+AAAA2wAAAA8AAAAAAAAAAQAgAAAAOAAAAGRycy9kb3ducmV2&#10;LnhtbFBLAQIUABQAAAAIAIdO4kAzLwWeOwAAADkAAAAQAAAAAAAAAAEAIAAAACMBAABkcnMvc2hh&#10;cGV4bWwueG1sUEsFBgAAAAAGAAYAWwEAAM0DAAAAAA==&#10;" path="m44784,3839l44784,3839c44784,1280,43505,0,40946,0l3839,0c1280,0,0,1280,0,3839c0,6398,1280,7677,3839,7677l40946,7677c42225,7677,43505,7677,43505,6398c44784,5118,44784,3839,44784,3839xe">
                          <v:path o:connectlocs="44784,3839;44784,3839;40946,0;3839,0;0,3839;3839,7677;40946,7677;43505,6398;44784,3839" o:connectangles="0,0,0,0,0,0,0,0,0"/>
                          <v:fill on="t" focussize="0,0"/>
                          <v:stroke on="f" weight="0.964251968503937pt" joinstyle="miter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邮 </w:t>
            </w:r>
            <w:r>
              <w:rPr>
                <w:rFonts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sz w:val="2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箱：xx**xx@gmail.com</w:t>
            </w:r>
          </w:p>
        </w:tc>
      </w:tr>
    </w:tbl>
    <w:p w14:paraId="1C5AC624"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-635</wp:posOffset>
                </wp:positionH>
                <wp:positionV relativeFrom="page">
                  <wp:posOffset>-38735</wp:posOffset>
                </wp:positionV>
                <wp:extent cx="7559675" cy="10744835"/>
                <wp:effectExtent l="38100" t="38100" r="41275" b="37465"/>
                <wp:wrapNone/>
                <wp:docPr id="291" name="Freeform 5_637921970894125738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559675" cy="10744559"/>
                        </a:xfrm>
                        <a:custGeom>
                          <a:avLst/>
                          <a:gdLst>
                            <a:gd name="T0" fmla="*/ 401 w 13878"/>
                            <a:gd name="T1" fmla="*/ 19228 h 19635"/>
                            <a:gd name="T2" fmla="*/ 13471 w 13878"/>
                            <a:gd name="T3" fmla="*/ 4159 h 19635"/>
                            <a:gd name="T4" fmla="*/ 11270 w 13878"/>
                            <a:gd name="T5" fmla="*/ 4158 h 19635"/>
                            <a:gd name="T6" fmla="*/ 11138 w 13878"/>
                            <a:gd name="T7" fmla="*/ 4148 h 19635"/>
                            <a:gd name="T8" fmla="*/ 11008 w 13878"/>
                            <a:gd name="T9" fmla="*/ 4128 h 19635"/>
                            <a:gd name="T10" fmla="*/ 10883 w 13878"/>
                            <a:gd name="T11" fmla="*/ 4100 h 19635"/>
                            <a:gd name="T12" fmla="*/ 10762 w 13878"/>
                            <a:gd name="T13" fmla="*/ 4062 h 19635"/>
                            <a:gd name="T14" fmla="*/ 10644 w 13878"/>
                            <a:gd name="T15" fmla="*/ 4017 h 19635"/>
                            <a:gd name="T16" fmla="*/ 10530 w 13878"/>
                            <a:gd name="T17" fmla="*/ 3961 h 19635"/>
                            <a:gd name="T18" fmla="*/ 10422 w 13878"/>
                            <a:gd name="T19" fmla="*/ 3899 h 19635"/>
                            <a:gd name="T20" fmla="*/ 10319 w 13878"/>
                            <a:gd name="T21" fmla="*/ 3828 h 19635"/>
                            <a:gd name="T22" fmla="*/ 10220 w 13878"/>
                            <a:gd name="T23" fmla="*/ 3749 h 19635"/>
                            <a:gd name="T24" fmla="*/ 10130 w 13878"/>
                            <a:gd name="T25" fmla="*/ 3662 h 19635"/>
                            <a:gd name="T26" fmla="*/ 10044 w 13878"/>
                            <a:gd name="T27" fmla="*/ 3569 h 19635"/>
                            <a:gd name="T28" fmla="*/ 9965 w 13878"/>
                            <a:gd name="T29" fmla="*/ 3468 h 19635"/>
                            <a:gd name="T30" fmla="*/ 9894 w 13878"/>
                            <a:gd name="T31" fmla="*/ 3361 h 19635"/>
                            <a:gd name="T32" fmla="*/ 9830 w 13878"/>
                            <a:gd name="T33" fmla="*/ 3247 h 19635"/>
                            <a:gd name="T34" fmla="*/ 9774 w 13878"/>
                            <a:gd name="T35" fmla="*/ 3127 h 19635"/>
                            <a:gd name="T36" fmla="*/ 9149 w 13878"/>
                            <a:gd name="T37" fmla="*/ 1495 h 19635"/>
                            <a:gd name="T38" fmla="*/ 9098 w 13878"/>
                            <a:gd name="T39" fmla="*/ 1372 h 19635"/>
                            <a:gd name="T40" fmla="*/ 9038 w 13878"/>
                            <a:gd name="T41" fmla="*/ 1255 h 19635"/>
                            <a:gd name="T42" fmla="*/ 8970 w 13878"/>
                            <a:gd name="T43" fmla="*/ 1144 h 19635"/>
                            <a:gd name="T44" fmla="*/ 8894 w 13878"/>
                            <a:gd name="T45" fmla="*/ 1041 h 19635"/>
                            <a:gd name="T46" fmla="*/ 8813 w 13878"/>
                            <a:gd name="T47" fmla="*/ 944 h 19635"/>
                            <a:gd name="T48" fmla="*/ 8724 w 13878"/>
                            <a:gd name="T49" fmla="*/ 853 h 19635"/>
                            <a:gd name="T50" fmla="*/ 8629 w 13878"/>
                            <a:gd name="T51" fmla="*/ 771 h 19635"/>
                            <a:gd name="T52" fmla="*/ 8530 w 13878"/>
                            <a:gd name="T53" fmla="*/ 696 h 19635"/>
                            <a:gd name="T54" fmla="*/ 8423 w 13878"/>
                            <a:gd name="T55" fmla="*/ 628 h 19635"/>
                            <a:gd name="T56" fmla="*/ 8313 w 13878"/>
                            <a:gd name="T57" fmla="*/ 569 h 19635"/>
                            <a:gd name="T58" fmla="*/ 8197 w 13878"/>
                            <a:gd name="T59" fmla="*/ 519 h 19635"/>
                            <a:gd name="T60" fmla="*/ 8077 w 13878"/>
                            <a:gd name="T61" fmla="*/ 477 h 19635"/>
                            <a:gd name="T62" fmla="*/ 7953 w 13878"/>
                            <a:gd name="T63" fmla="*/ 444 h 19635"/>
                            <a:gd name="T64" fmla="*/ 7825 w 13878"/>
                            <a:gd name="T65" fmla="*/ 420 h 19635"/>
                            <a:gd name="T66" fmla="*/ 7695 w 13878"/>
                            <a:gd name="T67" fmla="*/ 406 h 19635"/>
                            <a:gd name="T68" fmla="*/ 7562 w 13878"/>
                            <a:gd name="T69" fmla="*/ 401 h 19635"/>
                            <a:gd name="T70" fmla="*/ 0 w 13878"/>
                            <a:gd name="T71" fmla="*/ 19635 h 19635"/>
                            <a:gd name="T72" fmla="*/ 13878 w 13878"/>
                            <a:gd name="T73" fmla="*/ 0 h 19635"/>
                            <a:gd name="T74" fmla="*/ 0 w 13878"/>
                            <a:gd name="T75" fmla="*/ 19635 h 19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3878" h="19635">
                              <a:moveTo>
                                <a:pt x="401" y="401"/>
                              </a:moveTo>
                              <a:lnTo>
                                <a:pt x="401" y="19228"/>
                              </a:lnTo>
                              <a:lnTo>
                                <a:pt x="13471" y="19228"/>
                              </a:lnTo>
                              <a:lnTo>
                                <a:pt x="13471" y="4159"/>
                              </a:lnTo>
                              <a:lnTo>
                                <a:pt x="11337" y="4159"/>
                              </a:lnTo>
                              <a:lnTo>
                                <a:pt x="11270" y="4158"/>
                              </a:lnTo>
                              <a:lnTo>
                                <a:pt x="11203" y="4154"/>
                              </a:lnTo>
                              <a:lnTo>
                                <a:pt x="11138" y="4148"/>
                              </a:lnTo>
                              <a:lnTo>
                                <a:pt x="11073" y="4139"/>
                              </a:lnTo>
                              <a:lnTo>
                                <a:pt x="11008" y="4128"/>
                              </a:lnTo>
                              <a:lnTo>
                                <a:pt x="10946" y="4116"/>
                              </a:lnTo>
                              <a:lnTo>
                                <a:pt x="10883" y="4100"/>
                              </a:lnTo>
                              <a:lnTo>
                                <a:pt x="10822" y="4083"/>
                              </a:lnTo>
                              <a:lnTo>
                                <a:pt x="10762" y="4062"/>
                              </a:lnTo>
                              <a:lnTo>
                                <a:pt x="10701" y="4040"/>
                              </a:lnTo>
                              <a:lnTo>
                                <a:pt x="10644" y="4017"/>
                              </a:lnTo>
                              <a:lnTo>
                                <a:pt x="10586" y="3990"/>
                              </a:lnTo>
                              <a:lnTo>
                                <a:pt x="10530" y="3961"/>
                              </a:lnTo>
                              <a:lnTo>
                                <a:pt x="10476" y="3931"/>
                              </a:lnTo>
                              <a:lnTo>
                                <a:pt x="10422" y="3899"/>
                              </a:lnTo>
                              <a:lnTo>
                                <a:pt x="10369" y="3864"/>
                              </a:lnTo>
                              <a:lnTo>
                                <a:pt x="10319" y="3828"/>
                              </a:lnTo>
                              <a:lnTo>
                                <a:pt x="10270" y="3788"/>
                              </a:lnTo>
                              <a:lnTo>
                                <a:pt x="10220" y="3749"/>
                              </a:lnTo>
                              <a:lnTo>
                                <a:pt x="10174" y="3706"/>
                              </a:lnTo>
                              <a:lnTo>
                                <a:pt x="10130" y="3662"/>
                              </a:lnTo>
                              <a:lnTo>
                                <a:pt x="10086" y="3617"/>
                              </a:lnTo>
                              <a:lnTo>
                                <a:pt x="10044" y="3569"/>
                              </a:lnTo>
                              <a:lnTo>
                                <a:pt x="10005" y="3520"/>
                              </a:lnTo>
                              <a:lnTo>
                                <a:pt x="9965" y="3468"/>
                              </a:lnTo>
                              <a:lnTo>
                                <a:pt x="9928" y="3415"/>
                              </a:lnTo>
                              <a:lnTo>
                                <a:pt x="9894" y="3361"/>
                              </a:lnTo>
                              <a:lnTo>
                                <a:pt x="9861" y="3305"/>
                              </a:lnTo>
                              <a:lnTo>
                                <a:pt x="9830" y="3247"/>
                              </a:lnTo>
                              <a:lnTo>
                                <a:pt x="9801" y="3188"/>
                              </a:lnTo>
                              <a:lnTo>
                                <a:pt x="9774" y="3127"/>
                              </a:lnTo>
                              <a:lnTo>
                                <a:pt x="9749" y="3064"/>
                              </a:lnTo>
                              <a:lnTo>
                                <a:pt x="9149" y="1495"/>
                              </a:lnTo>
                              <a:lnTo>
                                <a:pt x="9125" y="1432"/>
                              </a:lnTo>
                              <a:lnTo>
                                <a:pt x="9098" y="1372"/>
                              </a:lnTo>
                              <a:lnTo>
                                <a:pt x="9068" y="1313"/>
                              </a:lnTo>
                              <a:lnTo>
                                <a:pt x="9038" y="1255"/>
                              </a:lnTo>
                              <a:lnTo>
                                <a:pt x="9005" y="1199"/>
                              </a:lnTo>
                              <a:lnTo>
                                <a:pt x="8970" y="1144"/>
                              </a:lnTo>
                              <a:lnTo>
                                <a:pt x="8933" y="1091"/>
                              </a:lnTo>
                              <a:lnTo>
                                <a:pt x="8894" y="1041"/>
                              </a:lnTo>
                              <a:lnTo>
                                <a:pt x="8855" y="992"/>
                              </a:lnTo>
                              <a:lnTo>
                                <a:pt x="8813" y="944"/>
                              </a:lnTo>
                              <a:lnTo>
                                <a:pt x="8769" y="897"/>
                              </a:lnTo>
                              <a:lnTo>
                                <a:pt x="8724" y="853"/>
                              </a:lnTo>
                              <a:lnTo>
                                <a:pt x="8678" y="811"/>
                              </a:lnTo>
                              <a:lnTo>
                                <a:pt x="8629" y="771"/>
                              </a:lnTo>
                              <a:lnTo>
                                <a:pt x="8580" y="733"/>
                              </a:lnTo>
                              <a:lnTo>
                                <a:pt x="8530" y="696"/>
                              </a:lnTo>
                              <a:lnTo>
                                <a:pt x="8477" y="661"/>
                              </a:lnTo>
                              <a:lnTo>
                                <a:pt x="8423" y="628"/>
                              </a:lnTo>
                              <a:lnTo>
                                <a:pt x="8369" y="598"/>
                              </a:lnTo>
                              <a:lnTo>
                                <a:pt x="8313" y="569"/>
                              </a:lnTo>
                              <a:lnTo>
                                <a:pt x="8255" y="544"/>
                              </a:lnTo>
                              <a:lnTo>
                                <a:pt x="8197" y="519"/>
                              </a:lnTo>
                              <a:lnTo>
                                <a:pt x="8137" y="497"/>
                              </a:lnTo>
                              <a:lnTo>
                                <a:pt x="8077" y="477"/>
                              </a:lnTo>
                              <a:lnTo>
                                <a:pt x="8016" y="459"/>
                              </a:lnTo>
                              <a:lnTo>
                                <a:pt x="7953" y="444"/>
                              </a:lnTo>
                              <a:lnTo>
                                <a:pt x="7890" y="431"/>
                              </a:lnTo>
                              <a:lnTo>
                                <a:pt x="7825" y="420"/>
                              </a:lnTo>
                              <a:lnTo>
                                <a:pt x="7760" y="412"/>
                              </a:lnTo>
                              <a:lnTo>
                                <a:pt x="7695" y="406"/>
                              </a:lnTo>
                              <a:lnTo>
                                <a:pt x="7629" y="403"/>
                              </a:lnTo>
                              <a:lnTo>
                                <a:pt x="7562" y="401"/>
                              </a:lnTo>
                              <a:lnTo>
                                <a:pt x="401" y="401"/>
                              </a:lnTo>
                              <a:close/>
                              <a:moveTo>
                                <a:pt x="0" y="19635"/>
                              </a:moveTo>
                              <a:lnTo>
                                <a:pt x="0" y="0"/>
                              </a:lnTo>
                              <a:lnTo>
                                <a:pt x="13878" y="0"/>
                              </a:lnTo>
                              <a:lnTo>
                                <a:pt x="13878" y="19635"/>
                              </a:lnTo>
                              <a:lnTo>
                                <a:pt x="0" y="19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1C0">
                            <a:alpha val="20000"/>
                          </a:srgbClr>
                        </a:solidFill>
                        <a:ln>
                          <a:noFill/>
                        </a:ln>
                        <a:effectLst>
                          <a:outerShdw blurRad="292100" dist="38100" dir="8100000" algn="tr" rotWithShape="0">
                            <a:prstClr val="black">
                              <a:alpha val="5000"/>
                            </a:prstClr>
                          </a:outerShdw>
                        </a:effectLst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_637921970894125738_1" o:spid="_x0000_s1026" o:spt="100" style="position:absolute;left:0pt;margin-left:-0.05pt;margin-top:-3.05pt;height:846.05pt;width:595.25pt;mso-position-horizontal-relative:page;mso-position-vertical-relative:page;z-index:-251656192;mso-width-relative:page;mso-height-relative:page;" fillcolor="#0071C0" filled="t" stroked="f" coordsize="13878,19635" o:gfxdata="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" path="m401,401l401,19228,13471,19228,13471,4159,11337,4159,11270,4158,11203,4154,11138,4148,11073,4139,11008,4128,10946,4116,10883,4100,10822,4083,10762,4062,10701,4040,10644,4017,10586,3990,10530,3961,10476,3931,10422,3899,10369,3864,10319,3828,10270,3788,10220,3749,10174,3706,10130,3662,10086,3617,10044,3569,10005,3520,9965,3468,9928,3415,9894,3361,9861,3305,9830,3247,9801,3188,9774,3127,9749,3064,9149,1495,9125,1432,9098,1372,9068,1313,9038,1255,9005,1199,8970,1144,8933,1091,8894,1041,8855,992,8813,944,8769,897,8724,853,8678,811,8629,771,8580,733,8530,696,8477,661,8423,628,8369,598,8313,569,8255,544,8197,519,8137,497,8077,477,8016,459,7953,444,7890,431,7825,420,7760,412,7695,406,7629,403,7562,401,401,401xm0,19635l0,0,13878,0,13878,19635,0,19635xe">
                <v:path o:connectlocs="218434,10521842;7337972,2275865;6139035,2275318;6067132,2269846;5996318,2258901;5928227,2243579;5862316,2222785;5798038,2198161;5735940,2167517;5677110,2133589;5621003,2094737;5567075,2051507;5518050,2003899;5471204,1953008;5428171,1897740;5389495,1839188;5354633,1776805;5324129,1711140;4983676,818085;4955895,750778;4923212,686754;4886171,626013;4844772,569650;4800649,516570;4752169,466774;4700420,421902;4646492,380861;4588207,343650;4528287,311365;4465099,284004;4399733,261021;4332187,242963;4262462,229830;4191648,222169;4119200,219433;0,10744559;7559675,0;0,10744559" o:connectangles="0,0,0,0,0,0,0,0,0,0,0,0,0,0,0,0,0,0,0,0,0,0,0,0,0,0,0,0,0,0,0,0,0,0,0,0,0,0"/>
                <v:fill on="t" opacity="13107f" focussize="0,0"/>
                <v:stroke on="f"/>
                <v:imagedata o:title=""/>
                <o:lock v:ext="edit" aspectratio="f"/>
                <v:shadow on="t" color="#000000" opacity="3276f" offset="0pt,2.12133858267717pt" origin="32768f,-32768f" matrix="65536f,0f,0f,65536f"/>
              </v:shape>
            </w:pict>
          </mc:Fallback>
        </mc:AlternateContent>
      </w:r>
    </w:p>
    <w:p w14:paraId="46916FD5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45085</wp:posOffset>
                </wp:positionV>
                <wp:extent cx="981710" cy="353060"/>
                <wp:effectExtent l="0" t="0" r="8890" b="8890"/>
                <wp:wrapNone/>
                <wp:docPr id="62149203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353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39303174">
                            <w:pPr>
                              <w:spacing w:line="400" w:lineRule="exact"/>
                              <w:rPr>
                                <w:rFonts w:hint="eastAsia" w:ascii="Arial" w:hAnsi="Arial" w:eastAsia="微软雅黑" w:cs="Arial"/>
                                <w:color w:val="0071C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rFonts w:hint="eastAsia"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经历</w:t>
                            </w:r>
                          </w:p>
                        </w:txbxContent>
                      </wps:txbx>
                      <wps:bodyPr vertOverflow="clip" horzOverflow="clip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51.65pt;margin-top:3.55pt;height:27.8pt;width:77.3pt;mso-position-horizontal-relative:page;z-index:251674624;mso-width-relative:page;mso-height-relative:page;" fillcolor="#FFFFFF [3212]" filled="t" stroked="f" coordsize="21600,21600" o:gfxdata="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FgAAAGRycy9QSwECFAAUAAAACACHTuJA&#10;LRgnjdYAAAAIAQAADwAAAAAAAAABACAAAAA4AAAAZHJzL2Rvd25yZXYueG1sUEsBAhQAFAAAAAgA&#10;h07iQKU6xCvYAQAAnQMAAA4AAAAAAAAAAQAgAAAAOwEAAGRycy9lMm9Eb2MueG1sUEsFBgAAAAAG&#10;AAYAWQEAAI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9303174">
                      <w:pPr>
                        <w:spacing w:line="400" w:lineRule="exact"/>
                        <w:rPr>
                          <w:rFonts w:hint="eastAsia" w:ascii="Arial" w:hAnsi="Arial" w:eastAsia="微软雅黑" w:cs="Arial"/>
                          <w:color w:val="0071C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rFonts w:hint="eastAsia"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  <w:lang w:val="en-US" w:eastAsia="zh-CN"/>
                        </w:rPr>
                        <w:t>经历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5"/>
        <w:tblW w:w="10205" w:type="dxa"/>
        <w:tblInd w:w="-133" w:type="dxa"/>
        <w:tblBorders>
          <w:top w:val="dashed" w:color="4472C4" w:sz="4" w:space="0"/>
          <w:left w:val="dashed" w:color="4472C4" w:sz="4" w:space="0"/>
          <w:bottom w:val="dashed" w:color="4472C4" w:sz="4" w:space="0"/>
          <w:right w:val="dashed" w:color="4472C4" w:sz="4" w:space="0"/>
          <w:insideH w:val="dashed" w:color="4472C4" w:sz="4" w:space="0"/>
          <w:insideV w:val="dashed" w:color="4472C4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1CB8B15E">
        <w:trPr>
          <w:trHeight w:val="928" w:hRule="atLeast"/>
        </w:trPr>
        <w:tc>
          <w:tcPr>
            <w:tcW w:w="10205" w:type="dxa"/>
            <w:tcBorders>
              <w:top w:val="dashed" w:color="4472C4" w:sz="4" w:space="0"/>
              <w:left w:val="dashed" w:color="4472C4" w:sz="4" w:space="0"/>
              <w:bottom w:val="dashed" w:color="4472C4" w:sz="4" w:space="0"/>
              <w:right w:val="dashed" w:color="4472C4" w:sz="4" w:space="0"/>
            </w:tcBorders>
          </w:tcPr>
          <w:p w14:paraId="547C2B40"/>
          <w:tbl>
            <w:tblPr>
              <w:tblStyle w:val="5"/>
              <w:tblpPr w:leftFromText="180" w:rightFromText="180" w:vertAnchor="text" w:tblpXSpec="center" w:tblpY="1"/>
              <w:tblOverlap w:val="never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26"/>
              <w:gridCol w:w="3326"/>
              <w:gridCol w:w="3327"/>
            </w:tblGrid>
            <w:tr w14:paraId="398DE316">
              <w:tc>
                <w:tcPr>
                  <w:tcW w:w="3326" w:type="dxa"/>
                </w:tcPr>
                <w:p w14:paraId="5CC9F912">
                  <w:pPr>
                    <w:spacing w:line="400" w:lineRule="exact"/>
                    <w:jc w:val="lef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2021年09月~2024年07月</w:t>
                  </w:r>
                </w:p>
              </w:tc>
              <w:tc>
                <w:tcPr>
                  <w:tcW w:w="3326" w:type="dxa"/>
                </w:tcPr>
                <w:p w14:paraId="4B650832">
                  <w:pPr>
                    <w:spacing w:line="400" w:lineRule="exact"/>
                    <w:jc w:val="center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lang w:val="en-US" w:eastAsia="zh-CN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XXX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大学</w:t>
                  </w:r>
                </w:p>
              </w:tc>
              <w:tc>
                <w:tcPr>
                  <w:tcW w:w="3327" w:type="dxa"/>
                </w:tcPr>
                <w:p w14:paraId="7DF84C23">
                  <w:pPr>
                    <w:spacing w:line="400" w:lineRule="exact"/>
                    <w:jc w:val="righ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计算机科学与技术(本科)</w:t>
                  </w:r>
                </w:p>
              </w:tc>
            </w:tr>
            <w:tr w14:paraId="21250478">
              <w:tc>
                <w:tcPr>
                  <w:tcW w:w="9979" w:type="dxa"/>
                  <w:gridSpan w:val="3"/>
                </w:tcPr>
                <w:p w14:paraId="134D8CF3">
                  <w:pP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/>
                    </w:rPr>
                    <w:t>GPA：3.8/4.0，专业前5%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专业课程：软件测试、软件工程、数据库系统、操作系统等，平均成绩90+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专业技能：参与校级软件测试项目，独立完成测试用例设计，提升测试效率20%</w:t>
                  </w:r>
                </w:p>
              </w:tc>
            </w:tr>
          </w:tbl>
          <w:p w14:paraId="5D9448C6"/>
        </w:tc>
      </w:tr>
    </w:tbl>
    <w:p w14:paraId="0EDC9402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45085</wp:posOffset>
                </wp:positionV>
                <wp:extent cx="1309370" cy="353060"/>
                <wp:effectExtent l="0" t="0" r="11430" b="2540"/>
                <wp:wrapNone/>
                <wp:docPr id="98186523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353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0D6A9381"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  <w:color w:val="0071C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</w:rPr>
                              <w:t>工作/</w:t>
                            </w:r>
                            <w:r>
                              <w:rPr>
                                <w:rFonts w:hint="eastAsia"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实习经历</w:t>
                            </w:r>
                          </w:p>
                        </w:txbxContent>
                      </wps:txbx>
                      <wps:bodyPr vertOverflow="clip" horzOverflow="clip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51.65pt;margin-top:3.55pt;height:27.8pt;width:103.1pt;mso-position-horizontal-relative:page;z-index:251676672;mso-width-relative:page;mso-height-relative:page;" fillcolor="#FFFFFF [3212]" filled="t" stroked="f" coordsize="21600,21600" o:gfxdata="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FgAAAGRycy9QSwECFAAUAAAACACHTuJA&#10;uRv+LtYAAAAIAQAADwAAAAAAAAABACAAAAA4AAAAZHJzL2Rvd25yZXYueG1sUEsBAhQAFAAAAAgA&#10;h07iQHn/IvDYAQAAnQMAAA4AAAAAAAAAAQAgAAAAOwEAAGRycy9lMm9Eb2MueG1sUEsFBgAAAAAG&#10;AAYAWQEAAI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D6A9381">
                      <w:pPr>
                        <w:spacing w:line="400" w:lineRule="exact"/>
                        <w:rPr>
                          <w:rFonts w:ascii="Arial" w:hAnsi="Arial" w:eastAsia="微软雅黑" w:cs="Arial"/>
                          <w:color w:val="0071C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</w:rPr>
                        <w:t>工作/</w:t>
                      </w:r>
                      <w:r>
                        <w:rPr>
                          <w:rFonts w:hint="eastAsia"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  <w:lang w:val="en-US" w:eastAsia="zh-CN"/>
                        </w:rPr>
                        <w:t>实习经历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5"/>
        <w:tblW w:w="10205" w:type="dxa"/>
        <w:tblInd w:w="-133" w:type="dxa"/>
        <w:tblBorders>
          <w:top w:val="dashed" w:color="4472C4" w:sz="4" w:space="0"/>
          <w:left w:val="dashed" w:color="4472C4" w:sz="4" w:space="0"/>
          <w:bottom w:val="dashed" w:color="4472C4" w:sz="4" w:space="0"/>
          <w:right w:val="dashed" w:color="4472C4" w:sz="4" w:space="0"/>
          <w:insideH w:val="dashed" w:color="4472C4" w:sz="4" w:space="0"/>
          <w:insideV w:val="dashed" w:color="4472C4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2857522E">
        <w:trPr>
          <w:trHeight w:val="928" w:hRule="atLeast"/>
        </w:trPr>
        <w:tc>
          <w:tcPr>
            <w:tcW w:w="10205" w:type="dxa"/>
            <w:tcBorders>
              <w:top w:val="dashed" w:color="4472C4" w:sz="4" w:space="0"/>
              <w:left w:val="dashed" w:color="4472C4" w:sz="4" w:space="0"/>
              <w:bottom w:val="dashed" w:color="4472C4" w:sz="4" w:space="0"/>
              <w:right w:val="dashed" w:color="4472C4" w:sz="4" w:space="0"/>
            </w:tcBorders>
          </w:tcPr>
          <w:p w14:paraId="3F26CFAB"/>
          <w:tbl>
            <w:tblPr>
              <w:tblStyle w:val="5"/>
              <w:tblpPr w:leftFromText="180" w:rightFromText="180" w:vertAnchor="text" w:tblpXSpec="center" w:tblpY="1"/>
              <w:tblOverlap w:val="never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26"/>
              <w:gridCol w:w="3326"/>
              <w:gridCol w:w="3327"/>
            </w:tblGrid>
            <w:tr w14:paraId="20CBC5D5">
              <w:tc>
                <w:tcPr>
                  <w:tcW w:w="3326" w:type="dxa"/>
                </w:tcPr>
                <w:p w14:paraId="590046F9">
                  <w:pPr>
                    <w:spacing w:line="400" w:lineRule="exact"/>
                    <w:jc w:val="lef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2024年01月~至今</w:t>
                  </w:r>
                </w:p>
              </w:tc>
              <w:tc>
                <w:tcPr>
                  <w:tcW w:w="3326" w:type="dxa"/>
                </w:tcPr>
                <w:p w14:paraId="7AAF9FA3">
                  <w:pPr>
                    <w:spacing w:line="400" w:lineRule="exact"/>
                    <w:jc w:val="center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XX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lang w:val="en-US" w:eastAsia="zh-CN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X</w:t>
                  </w:r>
                  <w:bookmarkStart w:id="0" w:name="_GoBack"/>
                  <w:bookmarkEnd w:id="0"/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公司</w:t>
                  </w:r>
                </w:p>
              </w:tc>
              <w:tc>
                <w:tcPr>
                  <w:tcW w:w="3327" w:type="dxa"/>
                </w:tcPr>
                <w:p w14:paraId="3E8C209C">
                  <w:pPr>
                    <w:spacing w:line="400" w:lineRule="exact"/>
                    <w:jc w:val="righ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软件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lang w:val="en-US" w:eastAsia="zh-CN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测试</w:t>
                  </w:r>
                  <w: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工程师</w:t>
                  </w:r>
                </w:p>
              </w:tc>
            </w:tr>
            <w:tr w14:paraId="4908AAE8">
              <w:tc>
                <w:tcPr>
                  <w:tcW w:w="9979" w:type="dxa"/>
                  <w:gridSpan w:val="3"/>
                </w:tcPr>
                <w:p w14:paraId="447148F5">
                  <w:pP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/>
                    </w:rPr>
                    <w:t>在软件测试工程师实习期间，我负责以下工作：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测试设计：针对谷歌搜索功能设计了200+测试用例，覆盖了核心搜索算法和用户体验。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缺陷管理：在项目周期内，发现了并报告了80个关键缺陷，确保了软件的稳定性和可靠性。</w:t>
                  </w:r>
                </w:p>
              </w:tc>
            </w:tr>
          </w:tbl>
          <w:p w14:paraId="202436CE"/>
        </w:tc>
      </w:tr>
    </w:tbl>
    <w:p w14:paraId="41389241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45085</wp:posOffset>
                </wp:positionV>
                <wp:extent cx="981710" cy="353060"/>
                <wp:effectExtent l="0" t="0" r="8890" b="8890"/>
                <wp:wrapNone/>
                <wp:docPr id="1207567283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353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78D71AAD"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  <w:color w:val="0071C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培训经历</w:t>
                            </w:r>
                          </w:p>
                        </w:txbxContent>
                      </wps:txbx>
                      <wps:bodyPr vertOverflow="clip" horzOverflow="clip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51.65pt;margin-top:3.55pt;height:27.8pt;width:77.3pt;mso-position-horizontal-relative:page;z-index:251675648;mso-width-relative:page;mso-height-relative:page;" fillcolor="#FFFFFF [3212]" filled="t" stroked="f" coordsize="21600,21600" o:gfxdata="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BYAAABkcnMvUEsBAhQAFAAAAAgAh07i&#10;QC0YJ43WAAAACAEAAA8AAAAAAAAAAQAgAAAAOAAAAGRycy9kb3ducmV2LnhtbFBLAQIUABQAAAAI&#10;AIdO4kALKhKs2QEAAJ4DAAAOAAAAAAAAAAEAIAAAADsBAABkcnMvZTJvRG9jLnhtbFBLBQYAAAAA&#10;BgAGAFkBAACG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8D71AAD">
                      <w:pPr>
                        <w:spacing w:line="400" w:lineRule="exact"/>
                        <w:rPr>
                          <w:rFonts w:ascii="Arial" w:hAnsi="Arial" w:eastAsia="微软雅黑" w:cs="Arial"/>
                          <w:color w:val="0071C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  <w:lang w:val="en-US" w:eastAsia="zh-CN"/>
                        </w:rPr>
                        <w:t>培训经历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5"/>
        <w:tblW w:w="10205" w:type="dxa"/>
        <w:tblInd w:w="-133" w:type="dxa"/>
        <w:tblBorders>
          <w:top w:val="dashed" w:color="4472C4" w:sz="4" w:space="0"/>
          <w:left w:val="dashed" w:color="4472C4" w:sz="4" w:space="0"/>
          <w:bottom w:val="dashed" w:color="4472C4" w:sz="4" w:space="0"/>
          <w:right w:val="dashed" w:color="4472C4" w:sz="4" w:space="0"/>
          <w:insideH w:val="dashed" w:color="4472C4" w:sz="4" w:space="0"/>
          <w:insideV w:val="dashed" w:color="4472C4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65FA2111">
        <w:trPr>
          <w:trHeight w:val="928" w:hRule="atLeast"/>
        </w:trPr>
        <w:tc>
          <w:tcPr>
            <w:tcW w:w="10205" w:type="dxa"/>
            <w:tcBorders>
              <w:top w:val="dashed" w:color="4472C4" w:sz="4" w:space="0"/>
              <w:left w:val="dashed" w:color="4472C4" w:sz="4" w:space="0"/>
              <w:bottom w:val="dashed" w:color="4472C4" w:sz="4" w:space="0"/>
              <w:right w:val="dashed" w:color="4472C4" w:sz="4" w:space="0"/>
            </w:tcBorders>
          </w:tcPr>
          <w:p w14:paraId="324FB11D"/>
          <w:tbl>
            <w:tblPr>
              <w:tblStyle w:val="5"/>
              <w:tblpPr w:leftFromText="180" w:rightFromText="180" w:vertAnchor="text" w:tblpXSpec="center" w:tblpY="1"/>
              <w:tblOverlap w:val="never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26"/>
              <w:gridCol w:w="3326"/>
              <w:gridCol w:w="3327"/>
            </w:tblGrid>
            <w:tr w14:paraId="37FA3CD8">
              <w:tc>
                <w:tcPr>
                  <w:tcW w:w="3326" w:type="dxa"/>
                </w:tcPr>
                <w:p w14:paraId="61956819">
                  <w:pPr>
                    <w:spacing w:line="400" w:lineRule="exact"/>
                    <w:jc w:val="lef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2024年01月~2024年03月</w:t>
                  </w:r>
                </w:p>
              </w:tc>
              <w:tc>
                <w:tcPr>
                  <w:tcW w:w="3326" w:type="dxa"/>
                </w:tcPr>
                <w:p w14:paraId="3BC77D3F">
                  <w:pPr>
                    <w:spacing w:line="400" w:lineRule="exact"/>
                    <w:jc w:val="center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北大青鸟</w:t>
                  </w:r>
                </w:p>
              </w:tc>
              <w:tc>
                <w:tcPr>
                  <w:tcW w:w="3327" w:type="dxa"/>
                </w:tcPr>
                <w:p w14:paraId="6F1C9E85">
                  <w:pPr>
                    <w:spacing w:line="400" w:lineRule="exact"/>
                    <w:jc w:val="right"/>
                    <w:rPr>
                      <w:rFonts w:hint="eastAsia" w:ascii="微软雅黑" w:hAnsi="微软雅黑" w:eastAsia="微软雅黑"/>
                      <w:lang w:val="en-US" w:eastAsia="zh-CN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软件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lang w:val="en-US" w:eastAsia="zh-CN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测试</w:t>
                  </w:r>
                  <w: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工程</w:t>
                  </w: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:lang w:val="en-US" w:eastAsia="zh-CN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师</w:t>
                  </w:r>
                </w:p>
              </w:tc>
            </w:tr>
            <w:tr w14:paraId="231A44B9">
              <w:tc>
                <w:tcPr>
                  <w:tcW w:w="9979" w:type="dxa"/>
                  <w:gridSpan w:val="3"/>
                </w:tcPr>
                <w:p w14:paraId="15FCECEF">
                  <w:pP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/>
                    </w:rPr>
                    <w:t>1. 从基础理论到实战技能，逐步深入，在此期间我学习了完整的软件测试知识体系。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2. 通过项目实战和案例分析，我在模拟或真实的测试环境中提升操作技能和问题解决能力。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3. 了解了编程语言如Python、Java等，也学会了使用Selenium WebDriver、Appium等自动化测试框架搭建自动化测试用例。</w:t>
                  </w:r>
                </w:p>
              </w:tc>
            </w:tr>
          </w:tbl>
          <w:p w14:paraId="2B9749E2"/>
        </w:tc>
      </w:tr>
    </w:tbl>
    <w:p w14:paraId="224D48D1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45085</wp:posOffset>
                </wp:positionV>
                <wp:extent cx="981710" cy="353060"/>
                <wp:effectExtent l="0" t="0" r="8890" b="8890"/>
                <wp:wrapNone/>
                <wp:docPr id="951852366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353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1960C274">
                            <w:pPr>
                              <w:spacing w:line="400" w:lineRule="exact"/>
                              <w:rPr>
                                <w:rFonts w:ascii="Arial" w:hAnsi="Arial" w:eastAsia="微软雅黑" w:cs="Arial"/>
                                <w:color w:val="0071C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校内经历</w:t>
                            </w:r>
                          </w:p>
                        </w:txbxContent>
                      </wps:txbx>
                      <wps:bodyPr vertOverflow="clip" horzOverflow="clip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51.65pt;margin-top:3.55pt;height:27.8pt;width:77.3pt;mso-position-horizontal-relative:page;z-index:251677696;mso-width-relative:page;mso-height-relative:page;" fillcolor="#FFFFFF [3212]" filled="t" stroked="f" coordsize="21600,21600" o:gfxdata="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FgAAAGRycy9QSwECFAAUAAAACACHTuJA&#10;LRgnjdYAAAAIAQAADwAAAAAAAAABACAAAAA4AAAAZHJzL2Rvd25yZXYueG1sUEsBAhQAFAAAAAgA&#10;h07iQFT4sanYAQAAnQMAAA4AAAAAAAAAAQAgAAAAOwEAAGRycy9lMm9Eb2MueG1sUEsFBgAAAAAG&#10;AAYAWQEAAI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960C274">
                      <w:pPr>
                        <w:spacing w:line="400" w:lineRule="exact"/>
                        <w:rPr>
                          <w:rFonts w:ascii="Arial" w:hAnsi="Arial" w:eastAsia="微软雅黑" w:cs="Arial"/>
                          <w:color w:val="0071C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  <w:lang w:val="en-US" w:eastAsia="zh-CN"/>
                        </w:rPr>
                        <w:t>校内经历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5"/>
        <w:tblW w:w="10205" w:type="dxa"/>
        <w:tblInd w:w="-133" w:type="dxa"/>
        <w:tblBorders>
          <w:top w:val="dashed" w:color="4472C4" w:sz="4" w:space="0"/>
          <w:left w:val="dashed" w:color="4472C4" w:sz="4" w:space="0"/>
          <w:bottom w:val="dashed" w:color="4472C4" w:sz="4" w:space="0"/>
          <w:right w:val="dashed" w:color="4472C4" w:sz="4" w:space="0"/>
          <w:insideH w:val="dashed" w:color="4472C4" w:sz="4" w:space="0"/>
          <w:insideV w:val="dashed" w:color="4472C4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146EB787">
        <w:trPr>
          <w:trHeight w:val="928" w:hRule="atLeast"/>
        </w:trPr>
        <w:tc>
          <w:tcPr>
            <w:tcW w:w="10205" w:type="dxa"/>
            <w:tcBorders>
              <w:top w:val="dashed" w:color="4472C4" w:sz="4" w:space="0"/>
              <w:left w:val="dashed" w:color="4472C4" w:sz="4" w:space="0"/>
              <w:bottom w:val="dashed" w:color="4472C4" w:sz="4" w:space="0"/>
              <w:right w:val="dashed" w:color="4472C4" w:sz="4" w:space="0"/>
            </w:tcBorders>
          </w:tcPr>
          <w:p w14:paraId="09EF32CD"/>
          <w:tbl>
            <w:tblPr>
              <w:tblStyle w:val="5"/>
              <w:tblpPr w:leftFromText="180" w:rightFromText="180" w:vertAnchor="text" w:tblpXSpec="center" w:tblpY="1"/>
              <w:tblOverlap w:val="never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26"/>
              <w:gridCol w:w="3326"/>
              <w:gridCol w:w="3327"/>
            </w:tblGrid>
            <w:tr w14:paraId="14E572A0">
              <w:tc>
                <w:tcPr>
                  <w:tcW w:w="3326" w:type="dxa"/>
                </w:tcPr>
                <w:p w14:paraId="1DCB05E0">
                  <w:pPr>
                    <w:spacing w:line="400" w:lineRule="exact"/>
                    <w:jc w:val="lef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2024年02月~2024年05月</w:t>
                  </w:r>
                </w:p>
              </w:tc>
              <w:tc>
                <w:tcPr>
                  <w:tcW w:w="3326" w:type="dxa"/>
                </w:tcPr>
                <w:p w14:paraId="10AD2537">
                  <w:pPr>
                    <w:spacing w:line="400" w:lineRule="exact"/>
                    <w:jc w:val="center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读书社</w:t>
                  </w:r>
                </w:p>
              </w:tc>
              <w:tc>
                <w:tcPr>
                  <w:tcW w:w="3327" w:type="dxa"/>
                </w:tcPr>
                <w:p w14:paraId="5D79635B">
                  <w:pPr>
                    <w:spacing w:line="400" w:lineRule="exact"/>
                    <w:jc w:val="right"/>
                    <w:rPr>
                      <w:rFonts w:ascii="微软雅黑" w:hAnsi="微软雅黑" w:eastAsia="微软雅黑"/>
                    </w:rPr>
                  </w:pPr>
                  <w: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  <w:t>社长</w:t>
                  </w:r>
                </w:p>
              </w:tc>
            </w:tr>
            <w:tr w14:paraId="487A5251">
              <w:tc>
                <w:tcPr>
                  <w:tcW w:w="9979" w:type="dxa"/>
                  <w:gridSpan w:val="3"/>
                </w:tcPr>
                <w:p w14:paraId="416B326D">
                  <w:pPr>
                    <w:rPr>
                      <w:rFonts w:ascii="微软雅黑" w:hAnsi="微软雅黑" w:eastAsia="微软雅黑"/>
                      <w:b/>
                      <w:color w:val="404040" w:themeColor="text1" w:themeTint="BF"/>
                      <w14:textFill>
                        <w14:solidFill>
                          <w14:schemeClr w14:val="tx1">
                            <w14:lumMod w14:val="75000"/>
                            <w14:lumOff w14:val="25000"/>
                          </w14:schemeClr>
                        </w14:solidFill>
                      </w14:textFill>
                    </w:rPr>
                  </w:pPr>
                  <w:r>
                    <w:rPr>
                      <w:rFonts w:hint="eastAsia"/>
                    </w:rPr>
                    <w:t>读书社管理与运营：作为读书社的社长，我负责社团的整体管理和日常运营。通过制定详细的活动计划和时间表，确保社团活动的顺利进行，并成功组织了超过20场读书分享会，吸引了近300名学生参与。</w:t>
                  </w:r>
                </w:p>
              </w:tc>
            </w:tr>
          </w:tbl>
          <w:p w14:paraId="105B2A34"/>
        </w:tc>
      </w:tr>
    </w:tbl>
    <w:p w14:paraId="5C192A54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45085</wp:posOffset>
                </wp:positionV>
                <wp:extent cx="981710" cy="353060"/>
                <wp:effectExtent l="0" t="0" r="8890" b="8890"/>
                <wp:wrapNone/>
                <wp:docPr id="87983611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353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4A24C88A">
                            <w:pPr>
                              <w:spacing w:line="400" w:lineRule="exact"/>
                              <w:rPr>
                                <w:rFonts w:hint="default" w:ascii="Arial" w:hAnsi="Arial" w:eastAsia="微软雅黑" w:cs="Arial"/>
                                <w:color w:val="0071C0"/>
                                <w:kern w:val="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技能证书</w:t>
                            </w:r>
                          </w:p>
                        </w:txbxContent>
                      </wps:txbx>
                      <wps:bodyPr vertOverflow="clip" horzOverflow="clip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51.65pt;margin-top:3.55pt;height:27.8pt;width:77.3pt;mso-position-horizontal-relative:page;z-index:251678720;mso-width-relative:page;mso-height-relative:page;" fillcolor="#FFFFFF [3212]" filled="t" stroked="f" coordsize="21600,21600" o:gfxdata="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FgAAAGRycy9QSwECFAAUAAAACACHTuJA&#10;LRgnjdYAAAAIAQAADwAAAAAAAAABACAAAAA4AAAAZHJzL2Rvd25yZXYueG1sUEsBAhQAFAAAAAgA&#10;h07iQIr8LnjYAQAAnQMAAA4AAAAAAAAAAQAgAAAAOwEAAGRycy9lMm9Eb2MueG1sUEsFBgAAAAAG&#10;AAYAWQEAAI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A24C88A">
                      <w:pPr>
                        <w:spacing w:line="400" w:lineRule="exact"/>
                        <w:rPr>
                          <w:rFonts w:hint="default" w:ascii="Arial" w:hAnsi="Arial" w:eastAsia="微软雅黑" w:cs="Arial"/>
                          <w:color w:val="0071C0"/>
                          <w:kern w:val="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  <w:lang w:val="en-US" w:eastAsia="zh-CN"/>
                        </w:rPr>
                        <w:t>技能证书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5"/>
        <w:tblW w:w="10205" w:type="dxa"/>
        <w:tblInd w:w="-133" w:type="dxa"/>
        <w:tblBorders>
          <w:top w:val="dashed" w:color="4472C4" w:sz="4" w:space="0"/>
          <w:left w:val="dashed" w:color="4472C4" w:sz="4" w:space="0"/>
          <w:bottom w:val="dashed" w:color="4472C4" w:sz="4" w:space="0"/>
          <w:right w:val="dashed" w:color="4472C4" w:sz="4" w:space="0"/>
          <w:insideH w:val="dashed" w:color="4472C4" w:sz="4" w:space="0"/>
          <w:insideV w:val="dashed" w:color="4472C4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72F109E9">
        <w:trPr>
          <w:trHeight w:val="928" w:hRule="atLeast"/>
        </w:trPr>
        <w:tc>
          <w:tcPr>
            <w:tcW w:w="10205" w:type="dxa"/>
            <w:tcBorders>
              <w:top w:val="dashed" w:color="4472C4" w:sz="4" w:space="0"/>
              <w:left w:val="dashed" w:color="4472C4" w:sz="4" w:space="0"/>
              <w:bottom w:val="dashed" w:color="4472C4" w:sz="4" w:space="0"/>
              <w:right w:val="dashed" w:color="4472C4" w:sz="4" w:space="0"/>
            </w:tcBorders>
          </w:tcPr>
          <w:p w14:paraId="4C79C683"/>
          <w:p w14:paraId="76C15BF0">
            <w:r>
              <w:rPr>
                <w:rFonts w:hint="eastAsia"/>
                <w:lang w:val="en-US" w:eastAsia="zh-CN"/>
              </w:rPr>
              <w:t>英语</w:t>
            </w:r>
            <w:r>
              <w:rPr>
                <w:rFonts w:hint="eastAsia"/>
              </w:rPr>
              <w:t>CET6级证书</w:t>
            </w:r>
          </w:p>
        </w:tc>
      </w:tr>
    </w:tbl>
    <w:p w14:paraId="0BBD12B7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45085</wp:posOffset>
                </wp:positionV>
                <wp:extent cx="981710" cy="353060"/>
                <wp:effectExtent l="0" t="0" r="8890" b="8890"/>
                <wp:wrapNone/>
                <wp:docPr id="1759462753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353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0DBF70CE">
                            <w:pPr>
                              <w:spacing w:line="400" w:lineRule="exact"/>
                              <w:rPr>
                                <w:rFonts w:hint="default" w:ascii="Arial" w:hAnsi="Arial" w:eastAsia="微软雅黑" w:cs="Arial"/>
                                <w:color w:val="0071C0"/>
                                <w:kern w:val="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Arial" w:hAnsi="Arial" w:eastAsia="微软雅黑" w:cs="Arial"/>
                                <w:b/>
                                <w:bCs/>
                                <w:color w:val="0071C0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vertOverflow="clip" horzOverflow="clip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51.65pt;margin-top:3.55pt;height:27.8pt;width:77.3pt;mso-position-horizontal-relative:page;z-index:251679744;mso-width-relative:page;mso-height-relative:page;" fillcolor="#FFFFFF [3212]" filled="t" stroked="f" coordsize="21600,21600" o:gfxdata="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AtGCeN1gAAAAgBAAAPAAAAAAAAAAEAIAAAADgAAABkcnMvZG93bnJldi54bWxQSwECFAAUAAAA&#10;CACHTuJA08rGjdoBAACeAwAADgAAAAAAAAABACAAAAA7AQAAZHJzL2Uyb0RvYy54bWxQSwUGAAAA&#10;AAYABgBZAQAAh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DBF70CE">
                      <w:pPr>
                        <w:spacing w:line="400" w:lineRule="exact"/>
                        <w:rPr>
                          <w:rFonts w:hint="default" w:ascii="Arial" w:hAnsi="Arial" w:eastAsia="微软雅黑" w:cs="Arial"/>
                          <w:color w:val="0071C0"/>
                          <w:kern w:val="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Arial" w:hAnsi="Arial" w:eastAsia="微软雅黑" w:cs="Arial"/>
                          <w:b/>
                          <w:bCs/>
                          <w:color w:val="0071C0"/>
                          <w:kern w:val="24"/>
                          <w:sz w:val="28"/>
                          <w:szCs w:val="28"/>
                          <w:lang w:val="en-US" w:eastAsia="zh-CN"/>
                        </w:rPr>
                        <w:t>自我评价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5"/>
        <w:tblW w:w="10205" w:type="dxa"/>
        <w:tblInd w:w="-133" w:type="dxa"/>
        <w:tblBorders>
          <w:top w:val="dashed" w:color="4472C4" w:sz="4" w:space="0"/>
          <w:left w:val="dashed" w:color="4472C4" w:sz="4" w:space="0"/>
          <w:bottom w:val="dashed" w:color="4472C4" w:sz="4" w:space="0"/>
          <w:right w:val="dashed" w:color="4472C4" w:sz="4" w:space="0"/>
          <w:insideH w:val="dashed" w:color="4472C4" w:sz="4" w:space="0"/>
          <w:insideV w:val="dashed" w:color="4472C4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1956EF78">
        <w:trPr>
          <w:trHeight w:val="928" w:hRule="atLeast"/>
        </w:trPr>
        <w:tc>
          <w:tcPr>
            <w:tcW w:w="10205" w:type="dxa"/>
            <w:tcBorders>
              <w:top w:val="dashed" w:color="4472C4" w:sz="4" w:space="0"/>
              <w:left w:val="dashed" w:color="4472C4" w:sz="4" w:space="0"/>
              <w:bottom w:val="dashed" w:color="4472C4" w:sz="4" w:space="0"/>
              <w:right w:val="dashed" w:color="4472C4" w:sz="4" w:space="0"/>
            </w:tcBorders>
          </w:tcPr>
          <w:p w14:paraId="6F83BCFC"/>
          <w:p w14:paraId="2BF60CD4">
            <w:r>
              <w:rPr>
                <w:rFonts w:hint="eastAsia"/>
              </w:rPr>
              <w:t>本人性格开朗、稳重、有活力，待人热情、真诚，爱好排球，有较强的的学习能力，喜欢阅读各类刊物，能够利用碎片化的时间进行知识储备，有较强的组织能力、团体协作精神，较好的社交能力，善于处理各种人际关 系。能迅速的适应各种环境，并融合其中。</w:t>
            </w:r>
          </w:p>
        </w:tc>
      </w:tr>
    </w:tbl>
    <w:p w14:paraId="53E53ED4"/>
    <w:sectPr>
      <w:headerReference r:id="rId5" w:type="first"/>
      <w:headerReference r:id="rId3" w:type="default"/>
      <w:footerReference r:id="rId6" w:type="default"/>
      <w:headerReference r:id="rId4" w:type="even"/>
      <w:type w:val="continuous"/>
      <w:pgSz w:w="11906" w:h="16838"/>
      <w:pgMar w:top="1134" w:right="1080" w:bottom="993" w:left="1080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7512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9D6DE">
    <w:pPr>
      <w:pStyle w:val="3"/>
      <w:jc w:val="both"/>
    </w:pPr>
    <w:r>
      <w:pict>
        <v:shape id="WordPictureWatermark28996361" o:spid="_x0000_s1027" o:spt="75" type="#_x0000_t75" style="position:absolute;left:0pt;height:487.25pt;width:487.2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mage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56B290">
    <w:pPr>
      <w:pStyle w:val="3"/>
    </w:pPr>
    <w:r>
      <w:pict>
        <v:shape id="WordPictureWatermark28996360" o:spid="_x0000_s1026" o:spt="75" type="#_x0000_t75" style="position:absolute;left:0pt;height:487.25pt;width:487.2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mage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DC3F22">
    <w:pPr>
      <w:pStyle w:val="3"/>
    </w:pPr>
    <w:r>
      <w:pict>
        <v:shape id="WordPictureWatermark28996359" o:spid="_x0000_s1025" o:spt="75" type="#_x0000_t75" style="position:absolute;left:0pt;height:487.25pt;width:487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mage1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2NzU5MzkxMDJlZGJjNjY5NmY3ODQ4M2ZiZWQ3YTIifQ=="/>
  </w:docVars>
  <w:rsids>
    <w:rsidRoot w:val="40CA2680"/>
    <w:rsid w:val="00002BB9"/>
    <w:rsid w:val="00015E3F"/>
    <w:rsid w:val="0003194D"/>
    <w:rsid w:val="000334D7"/>
    <w:rsid w:val="000407EA"/>
    <w:rsid w:val="00065308"/>
    <w:rsid w:val="000813F2"/>
    <w:rsid w:val="000A7651"/>
    <w:rsid w:val="000D2F74"/>
    <w:rsid w:val="000E369D"/>
    <w:rsid w:val="000E6BE1"/>
    <w:rsid w:val="000F15CB"/>
    <w:rsid w:val="000F1DB7"/>
    <w:rsid w:val="000F787E"/>
    <w:rsid w:val="00115908"/>
    <w:rsid w:val="00151B5D"/>
    <w:rsid w:val="0015647D"/>
    <w:rsid w:val="00162279"/>
    <w:rsid w:val="001A0869"/>
    <w:rsid w:val="001B2B41"/>
    <w:rsid w:val="001B2EC7"/>
    <w:rsid w:val="001B51BC"/>
    <w:rsid w:val="001C5194"/>
    <w:rsid w:val="001D2E8E"/>
    <w:rsid w:val="001D5410"/>
    <w:rsid w:val="001E4F65"/>
    <w:rsid w:val="00203100"/>
    <w:rsid w:val="00203300"/>
    <w:rsid w:val="0020398A"/>
    <w:rsid w:val="00207E96"/>
    <w:rsid w:val="00216C7F"/>
    <w:rsid w:val="002268AA"/>
    <w:rsid w:val="002362F1"/>
    <w:rsid w:val="00242F00"/>
    <w:rsid w:val="0024349C"/>
    <w:rsid w:val="00251AD4"/>
    <w:rsid w:val="0025522E"/>
    <w:rsid w:val="00280919"/>
    <w:rsid w:val="002929EE"/>
    <w:rsid w:val="002A2EA4"/>
    <w:rsid w:val="002E68C0"/>
    <w:rsid w:val="002F2766"/>
    <w:rsid w:val="003031BF"/>
    <w:rsid w:val="0030446E"/>
    <w:rsid w:val="003146B3"/>
    <w:rsid w:val="0032319F"/>
    <w:rsid w:val="00324DC4"/>
    <w:rsid w:val="0032610A"/>
    <w:rsid w:val="003432B8"/>
    <w:rsid w:val="00354095"/>
    <w:rsid w:val="003576B4"/>
    <w:rsid w:val="00361B74"/>
    <w:rsid w:val="00365262"/>
    <w:rsid w:val="00373104"/>
    <w:rsid w:val="00375104"/>
    <w:rsid w:val="00394ED5"/>
    <w:rsid w:val="003A0329"/>
    <w:rsid w:val="003A4FFE"/>
    <w:rsid w:val="003B5CFE"/>
    <w:rsid w:val="003B6515"/>
    <w:rsid w:val="003C40D1"/>
    <w:rsid w:val="003C61D9"/>
    <w:rsid w:val="003E7A5F"/>
    <w:rsid w:val="003F4CD8"/>
    <w:rsid w:val="003F5E03"/>
    <w:rsid w:val="003F6907"/>
    <w:rsid w:val="00407C79"/>
    <w:rsid w:val="00410E06"/>
    <w:rsid w:val="00411A03"/>
    <w:rsid w:val="0043502B"/>
    <w:rsid w:val="0044006C"/>
    <w:rsid w:val="00450E1A"/>
    <w:rsid w:val="0046300C"/>
    <w:rsid w:val="004638E4"/>
    <w:rsid w:val="004807AB"/>
    <w:rsid w:val="00481AD7"/>
    <w:rsid w:val="00493DCE"/>
    <w:rsid w:val="004A3FB9"/>
    <w:rsid w:val="004B7443"/>
    <w:rsid w:val="004D3D5C"/>
    <w:rsid w:val="004D7CFC"/>
    <w:rsid w:val="005002DF"/>
    <w:rsid w:val="005003A4"/>
    <w:rsid w:val="0051180D"/>
    <w:rsid w:val="00514B94"/>
    <w:rsid w:val="00516A1E"/>
    <w:rsid w:val="00526810"/>
    <w:rsid w:val="005462E0"/>
    <w:rsid w:val="0055423C"/>
    <w:rsid w:val="005965D7"/>
    <w:rsid w:val="005A3BA1"/>
    <w:rsid w:val="005C13DA"/>
    <w:rsid w:val="00603651"/>
    <w:rsid w:val="00621674"/>
    <w:rsid w:val="006217F7"/>
    <w:rsid w:val="0063319A"/>
    <w:rsid w:val="00641075"/>
    <w:rsid w:val="00647F69"/>
    <w:rsid w:val="00655447"/>
    <w:rsid w:val="00657494"/>
    <w:rsid w:val="00662E37"/>
    <w:rsid w:val="006901D7"/>
    <w:rsid w:val="006912ED"/>
    <w:rsid w:val="006A0A78"/>
    <w:rsid w:val="006A7DB0"/>
    <w:rsid w:val="006B13C3"/>
    <w:rsid w:val="006B1508"/>
    <w:rsid w:val="006E2FB7"/>
    <w:rsid w:val="006E6F1A"/>
    <w:rsid w:val="0072105F"/>
    <w:rsid w:val="00724F5F"/>
    <w:rsid w:val="00734CEA"/>
    <w:rsid w:val="00736568"/>
    <w:rsid w:val="00746C60"/>
    <w:rsid w:val="007539D8"/>
    <w:rsid w:val="007760E1"/>
    <w:rsid w:val="00783AEF"/>
    <w:rsid w:val="007872AD"/>
    <w:rsid w:val="007B406B"/>
    <w:rsid w:val="007C7F9E"/>
    <w:rsid w:val="007D213B"/>
    <w:rsid w:val="00800627"/>
    <w:rsid w:val="008054BF"/>
    <w:rsid w:val="008104CA"/>
    <w:rsid w:val="0081222C"/>
    <w:rsid w:val="00814BDC"/>
    <w:rsid w:val="00830629"/>
    <w:rsid w:val="00831F11"/>
    <w:rsid w:val="00836A6B"/>
    <w:rsid w:val="00855EE7"/>
    <w:rsid w:val="008644FD"/>
    <w:rsid w:val="0086487A"/>
    <w:rsid w:val="00877FC7"/>
    <w:rsid w:val="00886982"/>
    <w:rsid w:val="008951ED"/>
    <w:rsid w:val="00895BBD"/>
    <w:rsid w:val="008B58F3"/>
    <w:rsid w:val="008B79F1"/>
    <w:rsid w:val="008C22BB"/>
    <w:rsid w:val="008D22D4"/>
    <w:rsid w:val="008D5272"/>
    <w:rsid w:val="008E09D1"/>
    <w:rsid w:val="008E29A1"/>
    <w:rsid w:val="00942298"/>
    <w:rsid w:val="00953448"/>
    <w:rsid w:val="009732C9"/>
    <w:rsid w:val="0097396F"/>
    <w:rsid w:val="00977340"/>
    <w:rsid w:val="00980B62"/>
    <w:rsid w:val="00993885"/>
    <w:rsid w:val="009B195D"/>
    <w:rsid w:val="009C57C9"/>
    <w:rsid w:val="009C7977"/>
    <w:rsid w:val="009D43F0"/>
    <w:rsid w:val="009E700B"/>
    <w:rsid w:val="00A00366"/>
    <w:rsid w:val="00A074E5"/>
    <w:rsid w:val="00A27D00"/>
    <w:rsid w:val="00A3155E"/>
    <w:rsid w:val="00A35A16"/>
    <w:rsid w:val="00A51BEA"/>
    <w:rsid w:val="00A67653"/>
    <w:rsid w:val="00A74EB9"/>
    <w:rsid w:val="00A839CF"/>
    <w:rsid w:val="00A8465D"/>
    <w:rsid w:val="00A847D7"/>
    <w:rsid w:val="00A860D0"/>
    <w:rsid w:val="00AA0E6B"/>
    <w:rsid w:val="00AA1344"/>
    <w:rsid w:val="00AA4DEB"/>
    <w:rsid w:val="00AB3F93"/>
    <w:rsid w:val="00AD4D63"/>
    <w:rsid w:val="00AD7EC1"/>
    <w:rsid w:val="00AE3A0B"/>
    <w:rsid w:val="00AE3AA7"/>
    <w:rsid w:val="00AF388F"/>
    <w:rsid w:val="00B16605"/>
    <w:rsid w:val="00B27137"/>
    <w:rsid w:val="00B35D3C"/>
    <w:rsid w:val="00B86361"/>
    <w:rsid w:val="00BC6C79"/>
    <w:rsid w:val="00BE005A"/>
    <w:rsid w:val="00BF3580"/>
    <w:rsid w:val="00BF3EDE"/>
    <w:rsid w:val="00C07E03"/>
    <w:rsid w:val="00C30B02"/>
    <w:rsid w:val="00C52C33"/>
    <w:rsid w:val="00C62A57"/>
    <w:rsid w:val="00C643C4"/>
    <w:rsid w:val="00C67D32"/>
    <w:rsid w:val="00C81BCC"/>
    <w:rsid w:val="00CA07A3"/>
    <w:rsid w:val="00CD5C4B"/>
    <w:rsid w:val="00CE273E"/>
    <w:rsid w:val="00D06F5F"/>
    <w:rsid w:val="00D116D2"/>
    <w:rsid w:val="00D2129C"/>
    <w:rsid w:val="00D21CA7"/>
    <w:rsid w:val="00D27BD4"/>
    <w:rsid w:val="00D370ED"/>
    <w:rsid w:val="00D63046"/>
    <w:rsid w:val="00D64ADD"/>
    <w:rsid w:val="00D80EA6"/>
    <w:rsid w:val="00D864BC"/>
    <w:rsid w:val="00D9312F"/>
    <w:rsid w:val="00DA58D4"/>
    <w:rsid w:val="00DB6AEA"/>
    <w:rsid w:val="00DD0EE6"/>
    <w:rsid w:val="00DE2976"/>
    <w:rsid w:val="00DE2A84"/>
    <w:rsid w:val="00DE3FF1"/>
    <w:rsid w:val="00DF4FE8"/>
    <w:rsid w:val="00DF5E27"/>
    <w:rsid w:val="00E044FB"/>
    <w:rsid w:val="00E105DD"/>
    <w:rsid w:val="00E12EE6"/>
    <w:rsid w:val="00E27086"/>
    <w:rsid w:val="00E329E1"/>
    <w:rsid w:val="00E47CC1"/>
    <w:rsid w:val="00E52F04"/>
    <w:rsid w:val="00E773B6"/>
    <w:rsid w:val="00E81D75"/>
    <w:rsid w:val="00E822A0"/>
    <w:rsid w:val="00E92D59"/>
    <w:rsid w:val="00ED7543"/>
    <w:rsid w:val="00F202C8"/>
    <w:rsid w:val="00F235EC"/>
    <w:rsid w:val="00F32FFD"/>
    <w:rsid w:val="00F423B1"/>
    <w:rsid w:val="00F4307A"/>
    <w:rsid w:val="00F500C7"/>
    <w:rsid w:val="00F51712"/>
    <w:rsid w:val="00F521D0"/>
    <w:rsid w:val="00F53429"/>
    <w:rsid w:val="00F6281E"/>
    <w:rsid w:val="00F6670C"/>
    <w:rsid w:val="00F71985"/>
    <w:rsid w:val="00F81D9C"/>
    <w:rsid w:val="00FB51FE"/>
    <w:rsid w:val="00FB67A6"/>
    <w:rsid w:val="00FD17BF"/>
    <w:rsid w:val="00FF506A"/>
    <w:rsid w:val="0B6E5BBE"/>
    <w:rsid w:val="1ED32FC0"/>
    <w:rsid w:val="2B034A50"/>
    <w:rsid w:val="2D9F3DDE"/>
    <w:rsid w:val="311B77B4"/>
    <w:rsid w:val="3C666898"/>
    <w:rsid w:val="40CA2680"/>
    <w:rsid w:val="4F1FD488"/>
    <w:rsid w:val="52E14862"/>
    <w:rsid w:val="5E2762F7"/>
    <w:rsid w:val="679E15E8"/>
    <w:rsid w:val="6A9E6913"/>
    <w:rsid w:val="6F7F961C"/>
    <w:rsid w:val="7F4A2E60"/>
    <w:rsid w:val="F3DF2307"/>
    <w:rsid w:val="F6FFF8A4"/>
    <w:rsid w:val="FBF5F93F"/>
    <w:rsid w:val="FDFBF18E"/>
    <w:rsid w:val="FFDBFBC2"/>
    <w:rsid w:val="FFFDE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kern w:val="2"/>
      <w:sz w:val="18"/>
      <w:szCs w:val="18"/>
    </w:rPr>
  </w:style>
  <w:style w:type="table" w:customStyle="1" w:styleId="10">
    <w:name w:val="网格型浅色1"/>
    <w:basedOn w:val="4"/>
    <w:qFormat/>
    <w:uiPriority w:val="40"/>
    <w:rPr>
      <w:rFonts w:ascii="Times New Roman" w:hAnsi="Times New Roman" w:eastAsia="宋体" w:cs="Times New Roman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xiangyang/Library/Containers/com.kingsoft.wpsoffice.mac/Data/C:\Users\&#27611;&#28070;&#27901;\AppData\Roaming\kingsoft\office6\templates\download\282f6350c81ec08b9b5df2f30bdad59d\&#20248;&#31168;&#22823;&#23398;&#29983;&#25512;&#33616;&#20010;&#20154;&#31616;&#21382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 textRotate="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优秀大学生推荐个人简历.docx</Template>
  <Pages>1</Pages>
  <Words>336</Words>
  <Characters>1918</Characters>
  <Lines>15</Lines>
  <Paragraphs>4</Paragraphs>
  <TotalTime>10</TotalTime>
  <ScaleCrop>false</ScaleCrop>
  <LinksUpToDate>false</LinksUpToDate>
  <CharactersWithSpaces>2250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2023-08-05T09:46:00Z</dcterms:created>
  <dc:creator>←_←→_→</dc:creator>
  <cp:lastModifiedBy>WPS_1701850445</cp:lastModifiedBy>
  <dcterms:modified xsi:type="dcterms:W3CDTF">2024-09-29T14:58:41Z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0D4116F9F1A84F14A54308FDCB7A2498_11</vt:lpwstr>
  </property>
</Properties>
</file>